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614" w:rsidRPr="00E87DE2" w:rsidRDefault="00B26614" w:rsidP="00B26614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7DE2">
        <w:rPr>
          <w:rFonts w:ascii="Times New Roman" w:hAnsi="Times New Roman" w:cs="Times New Roman"/>
          <w:sz w:val="24"/>
          <w:szCs w:val="24"/>
        </w:rPr>
        <w:t xml:space="preserve">ДОГОВОР №  </w:t>
      </w:r>
      <w:bookmarkStart w:id="1" w:name="No"/>
      <w:r w:rsidR="00D83157">
        <w:rPr>
          <w:rFonts w:ascii="Times New Roman" w:hAnsi="Times New Roman" w:cs="Times New Roman"/>
          <w:sz w:val="24"/>
          <w:szCs w:val="24"/>
        </w:rPr>
        <w:t>____________</w:t>
      </w:r>
      <w:bookmarkEnd w:id="1"/>
    </w:p>
    <w:p w:rsidR="00B26614" w:rsidRPr="00E87DE2" w:rsidRDefault="00B26614" w:rsidP="00B26614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о пред</w:t>
      </w:r>
      <w:r w:rsidR="00FE0C51" w:rsidRPr="00E87DE2">
        <w:rPr>
          <w:rFonts w:ascii="Times New Roman" w:hAnsi="Times New Roman" w:cs="Times New Roman"/>
          <w:sz w:val="24"/>
          <w:szCs w:val="24"/>
        </w:rPr>
        <w:t>о</w:t>
      </w:r>
      <w:r w:rsidRPr="00E87DE2">
        <w:rPr>
          <w:rFonts w:ascii="Times New Roman" w:hAnsi="Times New Roman" w:cs="Times New Roman"/>
          <w:sz w:val="24"/>
          <w:szCs w:val="24"/>
        </w:rPr>
        <w:t>ставлении земельного участка в собственность за плату</w:t>
      </w:r>
    </w:p>
    <w:p w:rsidR="00B26614" w:rsidRPr="00E87DE2" w:rsidRDefault="00B26614" w:rsidP="00B26614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59"/>
        <w:gridCol w:w="4896"/>
      </w:tblGrid>
      <w:tr w:rsidR="00B26614" w:rsidRPr="00E87DE2">
        <w:trPr>
          <w:trHeight w:val="379"/>
        </w:trPr>
        <w:tc>
          <w:tcPr>
            <w:tcW w:w="5494" w:type="dxa"/>
            <w:vAlign w:val="center"/>
          </w:tcPr>
          <w:p w:rsidR="00B26614" w:rsidRPr="00E87DE2" w:rsidRDefault="00B26614">
            <w:pPr>
              <w:keepLines/>
              <w:autoSpaceDE w:val="0"/>
              <w:autoSpaceDN w:val="0"/>
              <w:adjustRightInd w:val="0"/>
              <w:spacing w:line="192" w:lineRule="auto"/>
              <w:rPr>
                <w:sz w:val="22"/>
                <w:szCs w:val="22"/>
              </w:rPr>
            </w:pPr>
            <w:r w:rsidRPr="00E87DE2">
              <w:rPr>
                <w:sz w:val="22"/>
                <w:szCs w:val="22"/>
              </w:rPr>
              <w:t>г. Уфа</w:t>
            </w:r>
          </w:p>
        </w:tc>
        <w:tc>
          <w:tcPr>
            <w:tcW w:w="5494" w:type="dxa"/>
            <w:vAlign w:val="center"/>
          </w:tcPr>
          <w:p w:rsidR="00B26614" w:rsidRPr="00E87DE2" w:rsidRDefault="00B26614" w:rsidP="00D83157">
            <w:pPr>
              <w:keepLines/>
              <w:autoSpaceDE w:val="0"/>
              <w:autoSpaceDN w:val="0"/>
              <w:adjustRightInd w:val="0"/>
              <w:spacing w:line="192" w:lineRule="auto"/>
              <w:jc w:val="right"/>
              <w:rPr>
                <w:sz w:val="22"/>
                <w:szCs w:val="22"/>
              </w:rPr>
            </w:pPr>
            <w:r w:rsidRPr="00E87DE2">
              <w:rPr>
                <w:sz w:val="22"/>
                <w:szCs w:val="22"/>
              </w:rPr>
              <w:t>«</w:t>
            </w:r>
            <w:bookmarkStart w:id="2" w:name="CDay"/>
            <w:r w:rsidR="00D83157">
              <w:rPr>
                <w:sz w:val="22"/>
                <w:szCs w:val="22"/>
              </w:rPr>
              <w:t>_____</w:t>
            </w:r>
            <w:bookmarkEnd w:id="2"/>
            <w:r w:rsidRPr="00E87DE2">
              <w:rPr>
                <w:sz w:val="22"/>
                <w:szCs w:val="22"/>
              </w:rPr>
              <w:t>»</w:t>
            </w:r>
            <w:r w:rsidRPr="00E87DE2">
              <w:rPr>
                <w:sz w:val="22"/>
                <w:szCs w:val="22"/>
                <w:lang w:val="en-US"/>
              </w:rPr>
              <w:t> </w:t>
            </w:r>
            <w:bookmarkStart w:id="3" w:name="CMonth"/>
            <w:r w:rsidR="00D83157">
              <w:rPr>
                <w:sz w:val="22"/>
                <w:szCs w:val="22"/>
                <w:lang w:val="en-US"/>
              </w:rPr>
              <w:t>_____</w:t>
            </w:r>
            <w:bookmarkEnd w:id="3"/>
            <w:r w:rsidRPr="00E87DE2">
              <w:rPr>
                <w:sz w:val="22"/>
                <w:szCs w:val="22"/>
                <w:lang w:val="en-US"/>
              </w:rPr>
              <w:t> </w:t>
            </w:r>
            <w:bookmarkStart w:id="4" w:name="CYear"/>
            <w:r w:rsidR="00D83157">
              <w:rPr>
                <w:sz w:val="22"/>
                <w:szCs w:val="22"/>
                <w:lang w:val="en-US"/>
              </w:rPr>
              <w:t>________</w:t>
            </w:r>
            <w:bookmarkEnd w:id="4"/>
            <w:r w:rsidRPr="00E87DE2">
              <w:rPr>
                <w:sz w:val="22"/>
                <w:szCs w:val="22"/>
              </w:rPr>
              <w:t>г.</w:t>
            </w:r>
          </w:p>
        </w:tc>
      </w:tr>
    </w:tbl>
    <w:p w:rsidR="00B26614" w:rsidRPr="00E87DE2" w:rsidRDefault="00B26614" w:rsidP="00B26614">
      <w:pPr>
        <w:jc w:val="both"/>
        <w:rPr>
          <w:lang w:val="en-US"/>
        </w:rPr>
      </w:pPr>
    </w:p>
    <w:p w:rsidR="00B26614" w:rsidRPr="00E87DE2" w:rsidRDefault="00D83157" w:rsidP="00B26614">
      <w:pPr>
        <w:ind w:firstLine="567"/>
        <w:jc w:val="both"/>
      </w:pPr>
      <w:bookmarkStart w:id="5" w:name="Bookmark0"/>
      <w:r>
        <w:t>Управление земельных и имущественных отношений Администрации городского округа город Уфа Республики Башкортостан</w:t>
      </w:r>
      <w:bookmarkEnd w:id="5"/>
      <w:r w:rsidR="00AF2887" w:rsidRPr="00E87DE2">
        <w:t>, именуемое</w:t>
      </w:r>
      <w:r w:rsidR="00B26614" w:rsidRPr="00E87DE2">
        <w:t xml:space="preserve"> в дальнейшем «</w:t>
      </w:r>
      <w:bookmarkStart w:id="6" w:name="Bookmark13"/>
      <w:r>
        <w:t>Управление</w:t>
      </w:r>
      <w:bookmarkEnd w:id="6"/>
      <w:r w:rsidR="00B26614" w:rsidRPr="00E87DE2">
        <w:t xml:space="preserve">», в лице </w:t>
      </w:r>
      <w:r w:rsidR="00DA55EB" w:rsidRPr="00E87DE2">
        <w:t xml:space="preserve"> </w:t>
      </w:r>
      <w:bookmarkStart w:id="7" w:name="Bookmark1"/>
      <w:r>
        <w:t>заместителя начальника Управления Сардарова Эдуарда Шаликоевича</w:t>
      </w:r>
      <w:bookmarkEnd w:id="7"/>
      <w:r w:rsidR="00B26614" w:rsidRPr="00E87DE2">
        <w:t xml:space="preserve">, действующего на основании </w:t>
      </w:r>
      <w:r w:rsidR="00DA55EB" w:rsidRPr="00E87DE2">
        <w:t xml:space="preserve"> </w:t>
      </w:r>
      <w:bookmarkStart w:id="8" w:name="Bookmark2"/>
      <w:r>
        <w:t>Положения и приказа Управления № 91/о от 07.08.2014 г.</w:t>
      </w:r>
      <w:bookmarkEnd w:id="8"/>
      <w:r w:rsidR="00B26614" w:rsidRPr="00E87DE2">
        <w:t xml:space="preserve">, с одной стороны, и </w:t>
      </w:r>
      <w:r w:rsidR="00B26614" w:rsidRPr="00E87DE2">
        <w:rPr>
          <w:b/>
        </w:rPr>
        <w:t xml:space="preserve"> </w:t>
      </w:r>
      <w:bookmarkStart w:id="9" w:name="PurchaseName"/>
      <w:r>
        <w:rPr>
          <w:b/>
        </w:rPr>
        <w:t>Публичное акционерное общество "Башинформсвязь"</w:t>
      </w:r>
      <w:bookmarkEnd w:id="9"/>
      <w:r w:rsidR="00B26614" w:rsidRPr="00E87DE2">
        <w:t>,</w:t>
      </w:r>
      <w:bookmarkStart w:id="10" w:name="isOrg"/>
      <w:bookmarkStart w:id="11" w:name="ExistOrgStaff"/>
      <w:r w:rsidRPr="00E87DE2">
        <w:t xml:space="preserve"> </w:t>
      </w:r>
      <w:r w:rsidR="00B26614" w:rsidRPr="00E87DE2">
        <w:t>в лице</w:t>
      </w:r>
      <w:bookmarkStart w:id="12" w:name="OrgStaff"/>
      <w:bookmarkEnd w:id="10"/>
      <w:r>
        <w:t xml:space="preserve"> генерального директора </w:t>
      </w:r>
      <w:bookmarkEnd w:id="12"/>
      <w:r w:rsidR="003F18F9">
        <w:t>Долгоаршинных Марата Гайнулловича</w:t>
      </w:r>
      <w:r w:rsidR="00B26614" w:rsidRPr="00E87DE2">
        <w:t>,</w:t>
      </w:r>
      <w:bookmarkStart w:id="13" w:name="Ground1"/>
      <w:bookmarkStart w:id="14" w:name="existPurchaserSignerDoc"/>
      <w:r>
        <w:t xml:space="preserve"> действующего</w:t>
      </w:r>
      <w:bookmarkEnd w:id="13"/>
      <w:r w:rsidRPr="00E87DE2">
        <w:t xml:space="preserve"> </w:t>
      </w:r>
      <w:r w:rsidR="00B26614" w:rsidRPr="00E87DE2">
        <w:t xml:space="preserve">на основании </w:t>
      </w:r>
      <w:r w:rsidR="00B26614" w:rsidRPr="00E87DE2">
        <w:rPr>
          <w:b/>
        </w:rPr>
        <w:t xml:space="preserve"> </w:t>
      </w:r>
      <w:bookmarkStart w:id="15" w:name="Purchaser_Signer_Doc"/>
      <w:r>
        <w:rPr>
          <w:b/>
        </w:rPr>
        <w:t>Устава</w:t>
      </w:r>
      <w:bookmarkEnd w:id="15"/>
      <w:r w:rsidR="00B26614" w:rsidRPr="00E87DE2">
        <w:t>,</w:t>
      </w:r>
      <w:bookmarkStart w:id="16" w:name="Bookmark49"/>
      <w:bookmarkEnd w:id="11"/>
      <w:bookmarkEnd w:id="14"/>
      <w:r>
        <w:t xml:space="preserve"> именуемое в дальнейшем ''Приобретатель'',</w:t>
      </w:r>
      <w:bookmarkEnd w:id="16"/>
      <w:r w:rsidR="00B26614" w:rsidRPr="00E87DE2">
        <w:t xml:space="preserve"> с другой стороны, заключили настоящий договор (далее – Договор) о нижеследующем:</w:t>
      </w:r>
    </w:p>
    <w:p w:rsidR="00B26614" w:rsidRPr="00E87DE2" w:rsidRDefault="00B26614" w:rsidP="00B26614">
      <w:pPr>
        <w:jc w:val="center"/>
      </w:pPr>
    </w:p>
    <w:p w:rsidR="00B26614" w:rsidRPr="00E87DE2" w:rsidRDefault="00B26614" w:rsidP="00A958BA">
      <w:pPr>
        <w:jc w:val="center"/>
      </w:pPr>
      <w:r w:rsidRPr="00E87DE2">
        <w:t>1. Предмет договора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1.1. На основании</w:t>
      </w:r>
      <w:r w:rsidR="0073636A">
        <w:rPr>
          <w:rFonts w:ascii="Times New Roman" w:hAnsi="Times New Roman" w:cs="Times New Roman"/>
          <w:sz w:val="24"/>
          <w:szCs w:val="24"/>
        </w:rPr>
        <w:t xml:space="preserve"> </w:t>
      </w:r>
      <w:r w:rsidR="00775121" w:rsidRPr="00775121">
        <w:rPr>
          <w:rFonts w:ascii="Times New Roman" w:hAnsi="Times New Roman" w:cs="Times New Roman"/>
          <w:sz w:val="24"/>
          <w:szCs w:val="24"/>
        </w:rPr>
        <w:t xml:space="preserve"> </w:t>
      </w:r>
      <w:bookmarkStart w:id="17" w:name="PurchaseSaleGround"/>
      <w:r w:rsidR="00D83157">
        <w:rPr>
          <w:rFonts w:ascii="Times New Roman" w:hAnsi="Times New Roman" w:cs="Times New Roman"/>
          <w:sz w:val="24"/>
          <w:szCs w:val="24"/>
        </w:rPr>
        <w:t xml:space="preserve">постановлений </w:t>
      </w:r>
      <w:r w:rsidR="00D83157" w:rsidRPr="00D83157">
        <w:rPr>
          <w:rFonts w:ascii="Times New Roman" w:hAnsi="Times New Roman" w:cs="Times New Roman"/>
          <w:sz w:val="24"/>
          <w:szCs w:val="24"/>
        </w:rPr>
        <w:t xml:space="preserve">Администрации городского округа город Уфа Республики Башкортостан </w:t>
      </w:r>
      <w:r w:rsidR="00D83157">
        <w:rPr>
          <w:rFonts w:ascii="Times New Roman" w:hAnsi="Times New Roman" w:cs="Times New Roman"/>
          <w:sz w:val="24"/>
          <w:szCs w:val="24"/>
        </w:rPr>
        <w:t xml:space="preserve"> №778 от 12.03.2015г, №3522 от 06.10.2015г</w:t>
      </w:r>
      <w:bookmarkEnd w:id="17"/>
      <w:r w:rsidRPr="00E87DE2">
        <w:rPr>
          <w:rFonts w:ascii="Times New Roman" w:hAnsi="Times New Roman" w:cs="Times New Roman"/>
          <w:sz w:val="24"/>
          <w:szCs w:val="24"/>
        </w:rPr>
        <w:t>,</w:t>
      </w:r>
      <w:r w:rsidR="003F26F4"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bookmarkStart w:id="18" w:name="Bookmark14"/>
      <w:r w:rsidR="00D83157">
        <w:rPr>
          <w:rFonts w:ascii="Times New Roman" w:hAnsi="Times New Roman" w:cs="Times New Roman"/>
          <w:sz w:val="24"/>
          <w:szCs w:val="24"/>
        </w:rPr>
        <w:t>Управление</w:t>
      </w:r>
      <w:bookmarkEnd w:id="18"/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1D4ABC"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обязуется передать в собственность, а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Pr="00E87DE2">
        <w:rPr>
          <w:rFonts w:ascii="Times New Roman" w:hAnsi="Times New Roman" w:cs="Times New Roman"/>
          <w:sz w:val="24"/>
          <w:szCs w:val="24"/>
        </w:rPr>
        <w:t xml:space="preserve"> принять и оплатить по цене и на условиях настоящего Договора земельный участок из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9" w:name="Category"/>
      <w:r w:rsidR="00D83157">
        <w:rPr>
          <w:rFonts w:ascii="Times New Roman" w:hAnsi="Times New Roman" w:cs="Times New Roman"/>
          <w:b/>
          <w:sz w:val="24"/>
          <w:szCs w:val="24"/>
        </w:rPr>
        <w:t>земель населенных пунктов</w:t>
      </w:r>
      <w:bookmarkEnd w:id="19"/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 с кадастровым номером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0" w:name="Bookmark33"/>
      <w:r w:rsidR="00D83157">
        <w:rPr>
          <w:rFonts w:ascii="Times New Roman" w:hAnsi="Times New Roman" w:cs="Times New Roman"/>
          <w:b/>
          <w:sz w:val="24"/>
          <w:szCs w:val="24"/>
        </w:rPr>
        <w:t>02:55:010119:140</w:t>
      </w:r>
      <w:bookmarkEnd w:id="20"/>
      <w:r w:rsidRPr="00E87DE2">
        <w:rPr>
          <w:rFonts w:ascii="Times New Roman" w:hAnsi="Times New Roman" w:cs="Times New Roman"/>
          <w:sz w:val="24"/>
          <w:szCs w:val="24"/>
        </w:rPr>
        <w:t xml:space="preserve">, расположенный по адресу: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1" w:name="PostAddr"/>
      <w:r w:rsidR="00D83157">
        <w:rPr>
          <w:rFonts w:ascii="Times New Roman" w:hAnsi="Times New Roman" w:cs="Times New Roman"/>
          <w:b/>
          <w:sz w:val="24"/>
          <w:szCs w:val="24"/>
        </w:rPr>
        <w:t>Кировский район городского округа город Уфа Республики Башкортостан, ул. Ленина, д. 30</w:t>
      </w:r>
      <w:bookmarkEnd w:id="21"/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(далее – Участок),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2" w:name="UsingKind"/>
      <w:r w:rsidR="00D83157">
        <w:rPr>
          <w:rFonts w:ascii="Times New Roman" w:hAnsi="Times New Roman" w:cs="Times New Roman"/>
          <w:b/>
          <w:sz w:val="24"/>
          <w:szCs w:val="24"/>
        </w:rPr>
        <w:t>под деловое управление, производственную деятельность, общественное питание</w:t>
      </w:r>
      <w:bookmarkEnd w:id="22"/>
      <w:r w:rsidR="00D83157">
        <w:rPr>
          <w:rFonts w:ascii="Times New Roman" w:hAnsi="Times New Roman" w:cs="Times New Roman"/>
          <w:b/>
          <w:sz w:val="24"/>
          <w:szCs w:val="24"/>
        </w:rPr>
        <w:t xml:space="preserve"> (для размещения офисно</w:t>
      </w:r>
      <w:r w:rsidR="00A958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157">
        <w:rPr>
          <w:rFonts w:ascii="Times New Roman" w:hAnsi="Times New Roman" w:cs="Times New Roman"/>
          <w:b/>
          <w:sz w:val="24"/>
          <w:szCs w:val="24"/>
        </w:rPr>
        <w:t>- производственного здания, пункта общественного питания)</w:t>
      </w:r>
      <w:r w:rsidRPr="00E87DE2">
        <w:rPr>
          <w:rFonts w:ascii="Times New Roman" w:hAnsi="Times New Roman" w:cs="Times New Roman"/>
          <w:sz w:val="24"/>
          <w:szCs w:val="24"/>
        </w:rPr>
        <w:t>, в границах, указанных в кадастрово</w:t>
      </w:r>
      <w:r w:rsidR="00574F07" w:rsidRPr="00E87DE2">
        <w:rPr>
          <w:rFonts w:ascii="Times New Roman" w:hAnsi="Times New Roman" w:cs="Times New Roman"/>
          <w:sz w:val="24"/>
          <w:szCs w:val="24"/>
        </w:rPr>
        <w:t>м</w:t>
      </w:r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574F07" w:rsidRPr="00E87DE2">
        <w:rPr>
          <w:rFonts w:ascii="Times New Roman" w:hAnsi="Times New Roman" w:cs="Times New Roman"/>
          <w:sz w:val="24"/>
          <w:szCs w:val="24"/>
        </w:rPr>
        <w:t>паспорте</w:t>
      </w:r>
      <w:r w:rsidRPr="00E87DE2">
        <w:rPr>
          <w:rFonts w:ascii="Times New Roman" w:hAnsi="Times New Roman" w:cs="Times New Roman"/>
          <w:sz w:val="24"/>
          <w:szCs w:val="24"/>
        </w:rPr>
        <w:t xml:space="preserve"> Участка, при</w:t>
      </w:r>
      <w:r w:rsidR="0081421D" w:rsidRPr="00E87DE2">
        <w:rPr>
          <w:rFonts w:ascii="Times New Roman" w:hAnsi="Times New Roman" w:cs="Times New Roman"/>
          <w:sz w:val="24"/>
          <w:szCs w:val="24"/>
        </w:rPr>
        <w:t>лагаемом</w:t>
      </w:r>
      <w:r w:rsidR="00B15F76">
        <w:rPr>
          <w:rFonts w:ascii="Times New Roman" w:hAnsi="Times New Roman" w:cs="Times New Roman"/>
          <w:sz w:val="24"/>
          <w:szCs w:val="24"/>
        </w:rPr>
        <w:t xml:space="preserve">  к  Договору</w:t>
      </w:r>
      <w:r w:rsidRPr="00E87DE2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3" w:name="Area"/>
      <w:r w:rsidR="00D83157">
        <w:rPr>
          <w:rFonts w:ascii="Times New Roman" w:hAnsi="Times New Roman" w:cs="Times New Roman"/>
          <w:b/>
          <w:sz w:val="24"/>
          <w:szCs w:val="24"/>
        </w:rPr>
        <w:t>2073</w:t>
      </w:r>
      <w:bookmarkEnd w:id="23"/>
      <w:r w:rsidRPr="00E87DE2">
        <w:rPr>
          <w:rFonts w:ascii="Times New Roman" w:hAnsi="Times New Roman" w:cs="Times New Roman"/>
          <w:b/>
          <w:sz w:val="24"/>
          <w:szCs w:val="24"/>
        </w:rPr>
        <w:t xml:space="preserve">  кв.м.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1.2. На </w:t>
      </w:r>
      <w:r w:rsidR="00DF16AE" w:rsidRPr="00E87DE2">
        <w:rPr>
          <w:rFonts w:ascii="Times New Roman" w:hAnsi="Times New Roman" w:cs="Times New Roman"/>
          <w:sz w:val="24"/>
          <w:szCs w:val="24"/>
        </w:rPr>
        <w:t>Участке имею</w:t>
      </w:r>
      <w:r w:rsidRPr="00E87DE2">
        <w:rPr>
          <w:rFonts w:ascii="Times New Roman" w:hAnsi="Times New Roman" w:cs="Times New Roman"/>
          <w:sz w:val="24"/>
          <w:szCs w:val="24"/>
        </w:rPr>
        <w:t>тся здания, строения, со</w:t>
      </w:r>
      <w:r w:rsidR="00AF2887" w:rsidRPr="00E87DE2">
        <w:rPr>
          <w:rFonts w:ascii="Times New Roman" w:hAnsi="Times New Roman" w:cs="Times New Roman"/>
          <w:sz w:val="24"/>
          <w:szCs w:val="24"/>
        </w:rPr>
        <w:t>оруже</w:t>
      </w:r>
      <w:r w:rsidR="00D917C6">
        <w:rPr>
          <w:rFonts w:ascii="Times New Roman" w:hAnsi="Times New Roman" w:cs="Times New Roman"/>
          <w:sz w:val="24"/>
          <w:szCs w:val="24"/>
        </w:rPr>
        <w:t>ния: согласно свидетельству</w:t>
      </w:r>
      <w:r w:rsidRPr="00E87DE2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 права </w:t>
      </w:r>
      <w:r w:rsidRPr="00E87DE2">
        <w:rPr>
          <w:rFonts w:ascii="Times New Roman" w:hAnsi="Times New Roman" w:cs="Times New Roman"/>
          <w:b/>
          <w:sz w:val="24"/>
          <w:szCs w:val="24"/>
        </w:rPr>
        <w:t>серии</w:t>
      </w:r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4" w:name="RegNo"/>
      <w:r w:rsidR="00D83157">
        <w:rPr>
          <w:rFonts w:ascii="Times New Roman" w:hAnsi="Times New Roman" w:cs="Times New Roman"/>
          <w:b/>
          <w:sz w:val="24"/>
          <w:szCs w:val="24"/>
        </w:rPr>
        <w:t>04АВ 371048</w:t>
      </w:r>
      <w:bookmarkEnd w:id="24"/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 от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5" w:name="RegDate"/>
      <w:r w:rsidR="00D83157">
        <w:rPr>
          <w:rFonts w:ascii="Times New Roman" w:hAnsi="Times New Roman" w:cs="Times New Roman"/>
          <w:b/>
          <w:sz w:val="24"/>
          <w:szCs w:val="24"/>
        </w:rPr>
        <w:t>22.12.2009</w:t>
      </w:r>
      <w:bookmarkEnd w:id="25"/>
      <w:r w:rsidR="00D917C6">
        <w:rPr>
          <w:rFonts w:ascii="Times New Roman" w:hAnsi="Times New Roman" w:cs="Times New Roman"/>
          <w:sz w:val="24"/>
          <w:szCs w:val="24"/>
        </w:rPr>
        <w:t>, выданному</w:t>
      </w:r>
      <w:r w:rsidRPr="00E87DE2">
        <w:rPr>
          <w:rFonts w:ascii="Times New Roman" w:hAnsi="Times New Roman" w:cs="Times New Roman"/>
          <w:sz w:val="24"/>
          <w:szCs w:val="24"/>
        </w:rPr>
        <w:t xml:space="preserve">  </w:t>
      </w:r>
      <w:bookmarkStart w:id="26" w:name="RegOrg"/>
      <w:r w:rsidR="00D83157">
        <w:rPr>
          <w:rFonts w:ascii="Times New Roman" w:hAnsi="Times New Roman" w:cs="Times New Roman"/>
          <w:sz w:val="24"/>
          <w:szCs w:val="24"/>
        </w:rPr>
        <w:t xml:space="preserve"> Управлением Федеральной службы государственной регистрации, кадастра и картографии по Республике Башкортостан</w:t>
      </w:r>
      <w:bookmarkEnd w:id="26"/>
      <w:r w:rsidR="00D917C6">
        <w:rPr>
          <w:rFonts w:ascii="Times New Roman" w:hAnsi="Times New Roman" w:cs="Times New Roman"/>
          <w:sz w:val="24"/>
          <w:szCs w:val="24"/>
        </w:rPr>
        <w:t xml:space="preserve">  и техническому паспорту</w:t>
      </w:r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D83157">
        <w:rPr>
          <w:rFonts w:ascii="Times New Roman" w:hAnsi="Times New Roman" w:cs="Times New Roman"/>
          <w:sz w:val="24"/>
          <w:szCs w:val="24"/>
        </w:rPr>
        <w:t xml:space="preserve">инвентарный номер </w:t>
      </w:r>
      <w:r w:rsidRPr="00E87DE2">
        <w:rPr>
          <w:rFonts w:ascii="Times New Roman" w:hAnsi="Times New Roman" w:cs="Times New Roman"/>
          <w:b/>
          <w:sz w:val="24"/>
          <w:szCs w:val="24"/>
        </w:rPr>
        <w:t> </w:t>
      </w:r>
      <w:bookmarkStart w:id="27" w:name="TechPassNo"/>
      <w:r w:rsidR="00D83157">
        <w:rPr>
          <w:rFonts w:ascii="Times New Roman" w:hAnsi="Times New Roman" w:cs="Times New Roman"/>
          <w:b/>
          <w:sz w:val="24"/>
          <w:szCs w:val="24"/>
        </w:rPr>
        <w:t>100647</w:t>
      </w:r>
      <w:bookmarkEnd w:id="27"/>
      <w:r w:rsidRPr="00E87DE2">
        <w:rPr>
          <w:rFonts w:ascii="Times New Roman" w:hAnsi="Times New Roman" w:cs="Times New Roman"/>
          <w:sz w:val="24"/>
          <w:szCs w:val="24"/>
        </w:rPr>
        <w:t xml:space="preserve">  от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8" w:name="TechPassDate"/>
      <w:r w:rsidR="00D83157">
        <w:rPr>
          <w:rFonts w:ascii="Times New Roman" w:hAnsi="Times New Roman" w:cs="Times New Roman"/>
          <w:b/>
          <w:sz w:val="24"/>
          <w:szCs w:val="24"/>
        </w:rPr>
        <w:t>07.08.2007</w:t>
      </w:r>
      <w:bookmarkEnd w:id="28"/>
      <w:r w:rsidR="00D917C6">
        <w:rPr>
          <w:rFonts w:ascii="Times New Roman" w:hAnsi="Times New Roman" w:cs="Times New Roman"/>
          <w:sz w:val="24"/>
          <w:szCs w:val="24"/>
        </w:rPr>
        <w:t>г., выданному</w:t>
      </w:r>
      <w:r w:rsidRPr="00E87DE2">
        <w:rPr>
          <w:rFonts w:ascii="Times New Roman" w:hAnsi="Times New Roman" w:cs="Times New Roman"/>
          <w:sz w:val="24"/>
          <w:szCs w:val="24"/>
        </w:rPr>
        <w:t xml:space="preserve">  </w:t>
      </w:r>
      <w:bookmarkStart w:id="29" w:name="TechPassOrg"/>
      <w:r w:rsidR="00D83157">
        <w:rPr>
          <w:rFonts w:ascii="Times New Roman" w:hAnsi="Times New Roman" w:cs="Times New Roman"/>
          <w:sz w:val="24"/>
          <w:szCs w:val="24"/>
        </w:rPr>
        <w:t xml:space="preserve"> Государственным унитарным предприятием "Бюро технической инвентаризации Республики Башкортостан"</w:t>
      </w:r>
      <w:bookmarkEnd w:id="29"/>
      <w:r w:rsidRPr="00E87DE2">
        <w:rPr>
          <w:rFonts w:ascii="Times New Roman" w:hAnsi="Times New Roman" w:cs="Times New Roman"/>
          <w:sz w:val="24"/>
          <w:szCs w:val="24"/>
        </w:rPr>
        <w:t>.</w:t>
      </w:r>
    </w:p>
    <w:p w:rsidR="00B26614" w:rsidRPr="00E87DE2" w:rsidRDefault="00B26614" w:rsidP="00E301D5">
      <w:pPr>
        <w:ind w:firstLine="567"/>
        <w:jc w:val="both"/>
      </w:pPr>
      <w:r w:rsidRPr="00E87DE2">
        <w:t xml:space="preserve">1.3. </w:t>
      </w:r>
      <w:r w:rsidR="00E301D5">
        <w:t>Границы, зоны и другие сведения и характеристики Участка, ограничения использования, обременения Участка, установленные до заключения Договора, указаны в кадастровом паспорте Участка и сохраняются вплоть до их прекращения в порядке, установленном действующим законодательством.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B26614" w:rsidRPr="00E87DE2" w:rsidRDefault="00B26614" w:rsidP="00A958BA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2. Плата (Расчеты)  по Договору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2.1. Цена Участка составляет </w:t>
      </w:r>
      <w:bookmarkStart w:id="30" w:name="Price"/>
      <w:r w:rsidR="00D83157">
        <w:rPr>
          <w:rFonts w:ascii="Times New Roman" w:hAnsi="Times New Roman" w:cs="Times New Roman"/>
          <w:b/>
          <w:sz w:val="24"/>
          <w:szCs w:val="24"/>
        </w:rPr>
        <w:t>1451827,62</w:t>
      </w:r>
      <w:bookmarkEnd w:id="30"/>
      <w:r w:rsidR="00383D4E" w:rsidRPr="00E87DE2">
        <w:rPr>
          <w:rFonts w:ascii="Times New Roman" w:hAnsi="Times New Roman" w:cs="Times New Roman"/>
          <w:b/>
          <w:sz w:val="24"/>
          <w:szCs w:val="24"/>
        </w:rPr>
        <w:t>руб.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(</w:t>
      </w:r>
      <w:bookmarkStart w:id="31" w:name="PriceInWords"/>
      <w:r w:rsidR="00D83157">
        <w:rPr>
          <w:rFonts w:ascii="Times New Roman" w:hAnsi="Times New Roman" w:cs="Times New Roman"/>
          <w:b/>
          <w:sz w:val="24"/>
          <w:szCs w:val="24"/>
        </w:rPr>
        <w:t>Один миллион четыреста пятьдесят одна тысяча восемьсот двадцать семь рублей 62 копейки</w:t>
      </w:r>
      <w:bookmarkEnd w:id="31"/>
      <w:r w:rsidRPr="00E87DE2">
        <w:rPr>
          <w:rFonts w:ascii="Times New Roman" w:hAnsi="Times New Roman" w:cs="Times New Roman"/>
          <w:b/>
          <w:sz w:val="24"/>
          <w:szCs w:val="24"/>
        </w:rPr>
        <w:t>)</w:t>
      </w:r>
      <w:r w:rsidRPr="00E87DE2">
        <w:rPr>
          <w:rFonts w:ascii="Times New Roman" w:hAnsi="Times New Roman" w:cs="Times New Roman"/>
          <w:sz w:val="24"/>
          <w:szCs w:val="24"/>
        </w:rPr>
        <w:t>. Расчет цены выкупа указан в Приложении №2.</w:t>
      </w:r>
      <w:r w:rsidRPr="00E87DE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2.2.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Pr="00E87DE2">
        <w:rPr>
          <w:rFonts w:ascii="Times New Roman" w:hAnsi="Times New Roman" w:cs="Times New Roman"/>
          <w:sz w:val="24"/>
          <w:szCs w:val="24"/>
        </w:rPr>
        <w:t xml:space="preserve"> оплачивает стоимость Участка, указанную в пункте 2.1 Договора в течение 10 календарных дней с момента подписания настоящего Договора.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2.3. Полная оплата цены Участка должна быть произведена до регистрации права собственности на Участок.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2.4. Сумма, указанная в п.2.1. Договора перечисляется на следующие реквизиты:</w:t>
      </w:r>
    </w:p>
    <w:p w:rsidR="00C30941" w:rsidRPr="00C30941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1D4ABC" w:rsidRPr="00E87DE2">
        <w:rPr>
          <w:rFonts w:ascii="Times New Roman" w:hAnsi="Times New Roman" w:cs="Times New Roman"/>
          <w:sz w:val="24"/>
          <w:szCs w:val="24"/>
        </w:rPr>
        <w:t>Управление</w:t>
      </w:r>
      <w:r w:rsidRPr="00E87DE2">
        <w:rPr>
          <w:rFonts w:ascii="Times New Roman" w:hAnsi="Times New Roman" w:cs="Times New Roman"/>
          <w:sz w:val="24"/>
          <w:szCs w:val="24"/>
        </w:rPr>
        <w:t xml:space="preserve"> федерального казначейства по Республики Башкортостан </w:t>
      </w:r>
    </w:p>
    <w:p w:rsidR="00F62594" w:rsidRPr="00D83157" w:rsidRDefault="00C30941" w:rsidP="00C30941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 w:rsidRPr="00D83157">
        <w:rPr>
          <w:rFonts w:ascii="Times New Roman" w:hAnsi="Times New Roman" w:cs="Times New Roman"/>
          <w:sz w:val="24"/>
          <w:szCs w:val="24"/>
        </w:rPr>
        <w:t>(</w:t>
      </w:r>
      <w:bookmarkStart w:id="32" w:name="Bookmark37"/>
      <w:r w:rsidR="00D83157" w:rsidRPr="00D83157">
        <w:rPr>
          <w:rFonts w:ascii="Times New Roman" w:hAnsi="Times New Roman" w:cs="Times New Roman"/>
          <w:sz w:val="24"/>
          <w:szCs w:val="24"/>
        </w:rPr>
        <w:t>Управление земельных и имущественных отношений Администрации городского округа город Уфа Республики Башкортостан</w:t>
      </w:r>
      <w:bookmarkEnd w:id="32"/>
      <w:r w:rsidRPr="00D83157">
        <w:rPr>
          <w:rFonts w:ascii="Times New Roman" w:hAnsi="Times New Roman" w:cs="Times New Roman"/>
          <w:sz w:val="24"/>
          <w:szCs w:val="24"/>
        </w:rPr>
        <w:t xml:space="preserve">), </w:t>
      </w:r>
      <w:r w:rsidR="00F62594">
        <w:rPr>
          <w:rFonts w:ascii="Times New Roman" w:hAnsi="Times New Roman" w:cs="Times New Roman"/>
          <w:sz w:val="24"/>
          <w:szCs w:val="24"/>
        </w:rPr>
        <w:t>ИНН</w:t>
      </w:r>
      <w:r w:rsidR="00F62594"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="006F385E" w:rsidRPr="00D83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33" w:name="Bookmark38"/>
      <w:r w:rsidR="00D83157" w:rsidRPr="00D83157">
        <w:rPr>
          <w:rFonts w:ascii="Times New Roman" w:hAnsi="Times New Roman" w:cs="Times New Roman"/>
          <w:sz w:val="24"/>
          <w:szCs w:val="24"/>
        </w:rPr>
        <w:t>0276130085</w:t>
      </w:r>
      <w:bookmarkEnd w:id="33"/>
      <w:r w:rsidR="00F62594" w:rsidRPr="00D83157">
        <w:rPr>
          <w:rFonts w:ascii="Times New Roman" w:hAnsi="Times New Roman" w:cs="Times New Roman"/>
          <w:sz w:val="24"/>
          <w:szCs w:val="24"/>
        </w:rPr>
        <w:t xml:space="preserve">, </w:t>
      </w:r>
      <w:r w:rsidR="00F62594">
        <w:rPr>
          <w:rFonts w:ascii="Times New Roman" w:hAnsi="Times New Roman" w:cs="Times New Roman"/>
          <w:sz w:val="24"/>
          <w:szCs w:val="24"/>
        </w:rPr>
        <w:t>КПП</w:t>
      </w:r>
      <w:r w:rsidR="00F62594"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="006F385E" w:rsidRPr="00D83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34" w:name="Bookmark39"/>
      <w:r w:rsidR="00D83157" w:rsidRPr="00D83157">
        <w:rPr>
          <w:rFonts w:ascii="Times New Roman" w:hAnsi="Times New Roman" w:cs="Times New Roman"/>
          <w:sz w:val="24"/>
          <w:szCs w:val="24"/>
        </w:rPr>
        <w:t>027601001</w:t>
      </w:r>
      <w:bookmarkEnd w:id="34"/>
      <w:r w:rsidR="00F62594" w:rsidRPr="00D83157">
        <w:rPr>
          <w:rFonts w:ascii="Times New Roman" w:hAnsi="Times New Roman" w:cs="Times New Roman"/>
          <w:sz w:val="24"/>
          <w:szCs w:val="24"/>
        </w:rPr>
        <w:t>;</w:t>
      </w:r>
    </w:p>
    <w:p w:rsidR="00B26614" w:rsidRPr="00D83157" w:rsidRDefault="00C30941" w:rsidP="00A958BA">
      <w:pPr>
        <w:pStyle w:val="Con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3157">
        <w:rPr>
          <w:rFonts w:ascii="Times New Roman" w:hAnsi="Times New Roman" w:cs="Times New Roman"/>
          <w:sz w:val="24"/>
          <w:szCs w:val="24"/>
        </w:rPr>
        <w:t>«</w:t>
      </w:r>
      <w:r w:rsidRPr="00E87DE2">
        <w:rPr>
          <w:rFonts w:ascii="Times New Roman" w:hAnsi="Times New Roman" w:cs="Times New Roman"/>
          <w:sz w:val="24"/>
          <w:szCs w:val="24"/>
        </w:rPr>
        <w:t>Банк</w:t>
      </w:r>
      <w:r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>получателя</w:t>
      </w:r>
      <w:r w:rsidRPr="00D83157">
        <w:rPr>
          <w:rFonts w:ascii="Times New Roman" w:hAnsi="Times New Roman" w:cs="Times New Roman"/>
          <w:sz w:val="24"/>
          <w:szCs w:val="24"/>
        </w:rPr>
        <w:t>»</w:t>
      </w:r>
      <w:r w:rsidR="00F62594" w:rsidRPr="00D83157">
        <w:rPr>
          <w:rFonts w:ascii="Times New Roman" w:hAnsi="Times New Roman" w:cs="Times New Roman"/>
          <w:sz w:val="24"/>
          <w:szCs w:val="24"/>
        </w:rPr>
        <w:t xml:space="preserve">: </w:t>
      </w:r>
      <w:r w:rsidR="006F385E" w:rsidRPr="00D83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35" w:name="Bookmark40"/>
      <w:r w:rsidR="00D83157" w:rsidRPr="00D83157">
        <w:rPr>
          <w:rFonts w:ascii="Times New Roman" w:hAnsi="Times New Roman" w:cs="Times New Roman"/>
          <w:sz w:val="24"/>
          <w:szCs w:val="24"/>
        </w:rPr>
        <w:t>Отделение - НБ Республика Башкортостан</w:t>
      </w:r>
      <w:bookmarkEnd w:id="35"/>
      <w:r w:rsidR="00F62594" w:rsidRPr="00D83157">
        <w:rPr>
          <w:rFonts w:ascii="Times New Roman" w:hAnsi="Times New Roman" w:cs="Times New Roman"/>
          <w:sz w:val="24"/>
          <w:szCs w:val="24"/>
        </w:rPr>
        <w:t xml:space="preserve">; </w:t>
      </w:r>
      <w:r w:rsidR="00F62594">
        <w:rPr>
          <w:rFonts w:ascii="Times New Roman" w:hAnsi="Times New Roman" w:cs="Times New Roman"/>
          <w:sz w:val="24"/>
          <w:szCs w:val="24"/>
        </w:rPr>
        <w:t>БИК</w:t>
      </w:r>
      <w:r w:rsidR="00F62594"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="006F385E" w:rsidRPr="00D83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36" w:name="Bookmark41"/>
      <w:r w:rsidR="00D83157" w:rsidRPr="00D83157">
        <w:rPr>
          <w:rFonts w:ascii="Times New Roman" w:hAnsi="Times New Roman" w:cs="Times New Roman"/>
          <w:sz w:val="24"/>
          <w:szCs w:val="24"/>
        </w:rPr>
        <w:t>048073001</w:t>
      </w:r>
      <w:bookmarkEnd w:id="36"/>
      <w:r w:rsidR="00F62594" w:rsidRPr="00D83157">
        <w:rPr>
          <w:rFonts w:ascii="Times New Roman" w:hAnsi="Times New Roman" w:cs="Times New Roman"/>
          <w:sz w:val="24"/>
          <w:szCs w:val="24"/>
        </w:rPr>
        <w:t xml:space="preserve">; </w:t>
      </w:r>
      <w:r w:rsidR="00F62594">
        <w:rPr>
          <w:rFonts w:ascii="Times New Roman" w:hAnsi="Times New Roman" w:cs="Times New Roman"/>
          <w:sz w:val="24"/>
          <w:szCs w:val="24"/>
        </w:rPr>
        <w:t>Счет</w:t>
      </w:r>
      <w:r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="006F385E" w:rsidRPr="00D83157">
        <w:rPr>
          <w:rFonts w:ascii="Times New Roman" w:hAnsi="Times New Roman" w:cs="Times New Roman"/>
          <w:sz w:val="24"/>
          <w:szCs w:val="24"/>
        </w:rPr>
        <w:t xml:space="preserve"> </w:t>
      </w:r>
      <w:bookmarkStart w:id="37" w:name="Bookmark42"/>
      <w:r w:rsidR="00D83157" w:rsidRPr="00D83157">
        <w:rPr>
          <w:rFonts w:ascii="Times New Roman" w:hAnsi="Times New Roman" w:cs="Times New Roman"/>
          <w:sz w:val="24"/>
          <w:szCs w:val="24"/>
        </w:rPr>
        <w:t>40101810100000010001</w:t>
      </w:r>
      <w:bookmarkEnd w:id="37"/>
      <w:r w:rsidRPr="00D83157">
        <w:rPr>
          <w:rFonts w:ascii="Times New Roman" w:hAnsi="Times New Roman" w:cs="Times New Roman"/>
          <w:sz w:val="24"/>
          <w:szCs w:val="24"/>
        </w:rPr>
        <w:t xml:space="preserve">, </w:t>
      </w:r>
      <w:r w:rsidRPr="00F62594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F62594">
        <w:rPr>
          <w:rFonts w:ascii="Times New Roman" w:hAnsi="Times New Roman" w:cs="Times New Roman"/>
          <w:sz w:val="24"/>
          <w:szCs w:val="24"/>
          <w:u w:val="single"/>
        </w:rPr>
        <w:t>БК</w:t>
      </w:r>
      <w:r w:rsidRPr="00D831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00E60" w:rsidRPr="00D831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38" w:name="Bookmark36"/>
      <w:r w:rsidR="00D83157" w:rsidRPr="00D83157">
        <w:rPr>
          <w:rFonts w:ascii="Times New Roman" w:hAnsi="Times New Roman" w:cs="Times New Roman"/>
          <w:sz w:val="24"/>
          <w:szCs w:val="24"/>
          <w:u w:val="single"/>
        </w:rPr>
        <w:t>76411406012040000430</w:t>
      </w:r>
      <w:bookmarkEnd w:id="38"/>
      <w:r w:rsidRPr="00D83157">
        <w:rPr>
          <w:rFonts w:ascii="Times New Roman" w:hAnsi="Times New Roman" w:cs="Times New Roman"/>
          <w:sz w:val="24"/>
          <w:szCs w:val="24"/>
        </w:rPr>
        <w:t xml:space="preserve">, </w:t>
      </w:r>
      <w:r w:rsidR="00E45D69" w:rsidRPr="00D83157">
        <w:rPr>
          <w:rFonts w:ascii="Times New Roman" w:hAnsi="Times New Roman" w:cs="Times New Roman"/>
          <w:sz w:val="24"/>
          <w:szCs w:val="24"/>
        </w:rPr>
        <w:t>ОКТМО</w:t>
      </w:r>
      <w:r w:rsidRPr="00D83157">
        <w:rPr>
          <w:rFonts w:ascii="Times New Roman" w:hAnsi="Times New Roman" w:cs="Times New Roman"/>
          <w:sz w:val="24"/>
          <w:szCs w:val="24"/>
        </w:rPr>
        <w:t xml:space="preserve"> </w:t>
      </w:r>
      <w:r w:rsidR="00F62594" w:rsidRPr="00E87DE2">
        <w:rPr>
          <w:rFonts w:ascii="Times New Roman" w:hAnsi="Times New Roman" w:cs="Times New Roman"/>
          <w:sz w:val="24"/>
          <w:szCs w:val="24"/>
        </w:rPr>
        <w:t>г</w:t>
      </w:r>
      <w:r w:rsidR="00F62594" w:rsidRPr="00D83157">
        <w:rPr>
          <w:rFonts w:ascii="Times New Roman" w:hAnsi="Times New Roman" w:cs="Times New Roman"/>
          <w:sz w:val="24"/>
          <w:szCs w:val="24"/>
        </w:rPr>
        <w:t xml:space="preserve">. </w:t>
      </w:r>
      <w:r w:rsidR="00F62594" w:rsidRPr="00E87DE2">
        <w:rPr>
          <w:rFonts w:ascii="Times New Roman" w:hAnsi="Times New Roman" w:cs="Times New Roman"/>
          <w:sz w:val="24"/>
          <w:szCs w:val="24"/>
        </w:rPr>
        <w:t>Уфы</w:t>
      </w:r>
      <w:r w:rsidR="00E45D69" w:rsidRPr="00D83157">
        <w:rPr>
          <w:rFonts w:ascii="Times New Roman" w:hAnsi="Times New Roman" w:cs="Times New Roman"/>
          <w:sz w:val="24"/>
          <w:szCs w:val="24"/>
        </w:rPr>
        <w:t xml:space="preserve"> 80701000</w:t>
      </w:r>
      <w:r w:rsidR="00F62594" w:rsidRPr="00D83157">
        <w:rPr>
          <w:rFonts w:ascii="Times New Roman" w:hAnsi="Times New Roman" w:cs="Times New Roman"/>
          <w:sz w:val="24"/>
          <w:szCs w:val="24"/>
        </w:rPr>
        <w:t>.</w:t>
      </w:r>
    </w:p>
    <w:p w:rsidR="00B26614" w:rsidRPr="00E87DE2" w:rsidRDefault="00B26614" w:rsidP="00A958BA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3.1.</w:t>
      </w:r>
      <w:bookmarkStart w:id="39" w:name="Bookmark15"/>
      <w:r w:rsidR="00D83157">
        <w:rPr>
          <w:rFonts w:ascii="Times New Roman" w:hAnsi="Times New Roman" w:cs="Times New Roman"/>
          <w:sz w:val="24"/>
          <w:szCs w:val="24"/>
        </w:rPr>
        <w:t>Управление</w:t>
      </w:r>
      <w:bookmarkEnd w:id="39"/>
      <w:r w:rsidR="001D4ABC" w:rsidRPr="00F62594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lastRenderedPageBreak/>
        <w:t xml:space="preserve">3.1.1. Передать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Приобретателю</w:t>
      </w:r>
      <w:r w:rsidRPr="00E87DE2">
        <w:rPr>
          <w:rFonts w:ascii="Times New Roman" w:hAnsi="Times New Roman" w:cs="Times New Roman"/>
          <w:sz w:val="24"/>
          <w:szCs w:val="24"/>
        </w:rPr>
        <w:t xml:space="preserve"> Участок по акту приема-передачи в течение 10 календарных дней с момента полной оплаты цены Участка, указанной в п.2.1 настоящего Договора.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3.1.2. Предоставить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Приобретателю</w:t>
      </w:r>
      <w:r w:rsidRPr="00E87DE2">
        <w:rPr>
          <w:rFonts w:ascii="Times New Roman" w:hAnsi="Times New Roman" w:cs="Times New Roman"/>
          <w:sz w:val="24"/>
          <w:szCs w:val="24"/>
        </w:rPr>
        <w:t xml:space="preserve"> сведения, необходимые для исполнения условий, установленных Договором.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3.2.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Pr="00E87DE2">
        <w:rPr>
          <w:rFonts w:ascii="Times New Roman" w:hAnsi="Times New Roman" w:cs="Times New Roman"/>
          <w:sz w:val="24"/>
          <w:szCs w:val="24"/>
        </w:rPr>
        <w:t xml:space="preserve"> обязуется: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3.2.1. Оплатить стоимость Участка, указанную в п.2.1 Договора, в порядке и сроки, установленные разделом 2 Договора.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3.2.2.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3.2.3. Предоставлять информацию о состоянии Участка по запросам соответствующих органов государственной власти и органов местного самоуправления;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3.2.4. Обеспечивать беспрепятственный доступ на Участок представителей органов государственной власти и местного самоуправления для осуществления контроля за надлежащим выполнением условий Договора и установленным действующим законодательством порядком землепользования, в том числе как природным объектом, а в случае аварии  либо иного чрезвычайного события и другим службам с целью проведения необходимых ремонтных, аварийных или спасательных работ;  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3.2.5.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имущество, находящееся на Участке;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3.2.6. В течение двух месяцев с момента подписания Договора обеспечить государственную регистрацию права собственности на Участок в органах по государственной регистрации прав на недвижимое имущество и сделок с ним и представить копии документов о государственной регистрации </w:t>
      </w:r>
      <w:r w:rsidR="00C44EA6" w:rsidRPr="00E87DE2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Bookmark24"/>
      <w:r w:rsidR="00D83157">
        <w:rPr>
          <w:rFonts w:ascii="Times New Roman" w:hAnsi="Times New Roman" w:cs="Times New Roman"/>
          <w:sz w:val="24"/>
          <w:szCs w:val="24"/>
        </w:rPr>
        <w:t>Управлению</w:t>
      </w:r>
      <w:bookmarkEnd w:id="40"/>
      <w:r w:rsidRPr="00E87DE2">
        <w:rPr>
          <w:rFonts w:ascii="Times New Roman" w:hAnsi="Times New Roman" w:cs="Times New Roman"/>
          <w:sz w:val="24"/>
          <w:szCs w:val="24"/>
        </w:rPr>
        <w:t>;</w:t>
      </w:r>
    </w:p>
    <w:p w:rsidR="00B26614" w:rsidRPr="003F18F9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3.2.7. Оплатить расходы по государственной регистрации Договора.</w:t>
      </w:r>
    </w:p>
    <w:p w:rsidR="00C5185C" w:rsidRPr="00C5185C" w:rsidRDefault="00C5185C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5185C">
        <w:rPr>
          <w:rFonts w:ascii="Times New Roman" w:hAnsi="Times New Roman" w:cs="Times New Roman"/>
          <w:sz w:val="24"/>
          <w:szCs w:val="24"/>
        </w:rPr>
        <w:t>3.2.8. Отведенную и прилегающую территорию содержать в надлежащем санитарном состоянии.</w:t>
      </w:r>
    </w:p>
    <w:p w:rsidR="00C5185C" w:rsidRPr="00C5185C" w:rsidRDefault="00C5185C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3.2.9. Не ущемлять интересы смежных землепользователей.</w:t>
      </w:r>
    </w:p>
    <w:p w:rsidR="00B26614" w:rsidRPr="00E87DE2" w:rsidRDefault="00B26614" w:rsidP="00B26614">
      <w:pPr>
        <w:ind w:firstLine="485"/>
        <w:jc w:val="both"/>
      </w:pPr>
      <w:r w:rsidRPr="00E87DE2">
        <w:t xml:space="preserve">  3.3. Права и обязанности сторон, не предусмотренные настоящим Договором, регулируются действующим законодательством.</w:t>
      </w:r>
      <w:r w:rsidRPr="00E87DE2">
        <w:rPr>
          <w:color w:val="000000"/>
        </w:rPr>
        <w:t xml:space="preserve"> </w:t>
      </w:r>
    </w:p>
    <w:p w:rsidR="00B26614" w:rsidRPr="00E87DE2" w:rsidRDefault="00B26614" w:rsidP="00B26614"/>
    <w:p w:rsidR="00B26614" w:rsidRPr="00E87DE2" w:rsidRDefault="00B26614" w:rsidP="00A958BA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4.1.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Pr="00E87DE2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третьими лицами за последствия отчуждения недвижимого имущества, принадлежащего ему на праве собственности и находящегося на Участке, с момента подачи заявки на приватизацию Участка до государственной регистрации права собственности на Участки.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4.2. Стороны несут ответственность за невыполнение либо ненадлежащее выполнение условий Договора в соответствии с действующим законодательством.</w:t>
      </w:r>
    </w:p>
    <w:p w:rsidR="00B26614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4.3. За нарушение срока внесения платежа, указанного в пункте 2.2 Договора,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Pr="00E87DE2">
        <w:rPr>
          <w:rFonts w:ascii="Times New Roman" w:hAnsi="Times New Roman" w:cs="Times New Roman"/>
          <w:sz w:val="24"/>
          <w:szCs w:val="24"/>
        </w:rPr>
        <w:t xml:space="preserve"> выплачива</w:t>
      </w:r>
      <w:r w:rsidR="00117125" w:rsidRPr="00E87DE2">
        <w:rPr>
          <w:rFonts w:ascii="Times New Roman" w:hAnsi="Times New Roman" w:cs="Times New Roman"/>
          <w:sz w:val="24"/>
          <w:szCs w:val="24"/>
        </w:rPr>
        <w:t xml:space="preserve">ет </w:t>
      </w:r>
      <w:r w:rsidR="00681729" w:rsidRPr="00E87DE2">
        <w:rPr>
          <w:rFonts w:ascii="Times New Roman" w:hAnsi="Times New Roman" w:cs="Times New Roman"/>
          <w:sz w:val="24"/>
          <w:szCs w:val="24"/>
        </w:rPr>
        <w:t xml:space="preserve"> </w:t>
      </w:r>
      <w:bookmarkStart w:id="41" w:name="Bookmark25"/>
      <w:r w:rsidR="00D83157">
        <w:rPr>
          <w:rFonts w:ascii="Times New Roman" w:hAnsi="Times New Roman" w:cs="Times New Roman"/>
          <w:sz w:val="24"/>
          <w:szCs w:val="24"/>
        </w:rPr>
        <w:t>Управлению</w:t>
      </w:r>
      <w:bookmarkEnd w:id="41"/>
      <w:r w:rsidR="00681729"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117125" w:rsidRPr="00E87DE2">
        <w:rPr>
          <w:rFonts w:ascii="Times New Roman" w:hAnsi="Times New Roman" w:cs="Times New Roman"/>
          <w:sz w:val="24"/>
          <w:szCs w:val="24"/>
        </w:rPr>
        <w:t xml:space="preserve"> пени из расчета 0,01</w:t>
      </w:r>
      <w:r w:rsidRPr="00E87DE2">
        <w:rPr>
          <w:rFonts w:ascii="Times New Roman" w:hAnsi="Times New Roman" w:cs="Times New Roman"/>
          <w:sz w:val="24"/>
          <w:szCs w:val="24"/>
        </w:rPr>
        <w:t xml:space="preserve"> % от общей цены Участка за каждый календарный день просрочки. Пени перечисляются в порядке, предусмотренном в п.2.4 Договора.</w:t>
      </w:r>
    </w:p>
    <w:p w:rsidR="00C5185C" w:rsidRPr="00E87DE2" w:rsidRDefault="00C5185C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В случае самовольного захвата прилегающей территории собственник несет административную ответственность в соответствии с действующим законодательством.</w:t>
      </w:r>
    </w:p>
    <w:p w:rsidR="00B26614" w:rsidRPr="00E87DE2" w:rsidRDefault="00C5185C" w:rsidP="003F18F9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B26614" w:rsidRPr="00E87DE2">
        <w:rPr>
          <w:rFonts w:ascii="Times New Roman" w:hAnsi="Times New Roman" w:cs="Times New Roman"/>
          <w:sz w:val="24"/>
          <w:szCs w:val="24"/>
        </w:rPr>
        <w:t>. Взаимоотношения сторон, не предусмотренные настоящим Договором, регулируются действующим законодательством.</w:t>
      </w:r>
    </w:p>
    <w:p w:rsidR="00B26614" w:rsidRPr="00E87DE2" w:rsidRDefault="00B26614" w:rsidP="00B26614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5. Особые условия</w:t>
      </w:r>
    </w:p>
    <w:p w:rsidR="00B26614" w:rsidRPr="00E87DE2" w:rsidRDefault="00B26614" w:rsidP="00B26614">
      <w:pPr>
        <w:pStyle w:val="Con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6614" w:rsidRPr="00E87DE2" w:rsidRDefault="00B26614" w:rsidP="00B26614">
      <w:pPr>
        <w:pStyle w:val="ConsNonformat"/>
        <w:numPr>
          <w:ilvl w:val="0"/>
          <w:numId w:val="1"/>
        </w:numPr>
        <w:tabs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Изменение указанного в п.1.1 Договора целевого назначения земель допускается в порядке, предусмотренном действующим законодательством.</w:t>
      </w:r>
    </w:p>
    <w:p w:rsidR="00B26614" w:rsidRPr="00E87DE2" w:rsidRDefault="00B26614" w:rsidP="00B26614">
      <w:pPr>
        <w:numPr>
          <w:ilvl w:val="0"/>
          <w:numId w:val="1"/>
        </w:numPr>
        <w:tabs>
          <w:tab w:val="num" w:pos="0"/>
          <w:tab w:val="left" w:pos="1080"/>
        </w:tabs>
        <w:ind w:left="0" w:firstLine="540"/>
        <w:jc w:val="both"/>
      </w:pPr>
      <w:r w:rsidRPr="00E87DE2">
        <w:rPr>
          <w:color w:val="000000"/>
        </w:rPr>
        <w:lastRenderedPageBreak/>
        <w:t>Изменения и дополнения к настоящему договору оформляются письменно дополнительными соглашениями, подписываемыми уполномоченными лицами.</w:t>
      </w:r>
    </w:p>
    <w:p w:rsidR="00B26614" w:rsidRPr="00E87DE2" w:rsidRDefault="00B26614" w:rsidP="00B26614">
      <w:pPr>
        <w:pStyle w:val="ConsNonformat"/>
        <w:numPr>
          <w:ilvl w:val="0"/>
          <w:numId w:val="1"/>
        </w:numPr>
        <w:tabs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Договор составлен в трех экземплярах, имеющих одинаковую юридическую силу, из них один экземпляр передается </w:t>
      </w:r>
      <w:r w:rsidR="00951E64" w:rsidRPr="00E87DE2">
        <w:rPr>
          <w:rFonts w:ascii="Times New Roman" w:hAnsi="Times New Roman" w:cs="Times New Roman"/>
          <w:sz w:val="24"/>
          <w:szCs w:val="24"/>
        </w:rPr>
        <w:t xml:space="preserve"> </w:t>
      </w:r>
      <w:bookmarkStart w:id="42" w:name="Bookmark26"/>
      <w:r w:rsidR="00D83157">
        <w:rPr>
          <w:rFonts w:ascii="Times New Roman" w:hAnsi="Times New Roman" w:cs="Times New Roman"/>
          <w:sz w:val="24"/>
          <w:szCs w:val="24"/>
        </w:rPr>
        <w:t>Управлению</w:t>
      </w:r>
      <w:bookmarkEnd w:id="42"/>
      <w:r w:rsidRPr="00E87DE2">
        <w:rPr>
          <w:rFonts w:ascii="Times New Roman" w:hAnsi="Times New Roman" w:cs="Times New Roman"/>
          <w:sz w:val="24"/>
          <w:szCs w:val="24"/>
        </w:rPr>
        <w:t xml:space="preserve">, второй –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</w:t>
      </w:r>
      <w:r w:rsidRPr="00E87DE2">
        <w:rPr>
          <w:rFonts w:ascii="Times New Roman" w:hAnsi="Times New Roman" w:cs="Times New Roman"/>
          <w:sz w:val="24"/>
          <w:szCs w:val="24"/>
        </w:rPr>
        <w:t>ю, третий - в органы по государственной регистрации прав на недвижимое имущество и сделок с ним.</w:t>
      </w:r>
    </w:p>
    <w:p w:rsidR="0081421D" w:rsidRDefault="00D83157" w:rsidP="0081421D">
      <w:pPr>
        <w:pStyle w:val="ConsNonformat"/>
        <w:numPr>
          <w:ilvl w:val="0"/>
          <w:numId w:val="1"/>
        </w:numPr>
        <w:tabs>
          <w:tab w:val="clear" w:pos="162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Bookmark16"/>
      <w:r>
        <w:rPr>
          <w:rFonts w:ascii="Times New Roman" w:hAnsi="Times New Roman" w:cs="Times New Roman"/>
          <w:sz w:val="24"/>
          <w:szCs w:val="24"/>
        </w:rPr>
        <w:t>Управление</w:t>
      </w:r>
      <w:bookmarkEnd w:id="43"/>
      <w:r w:rsidR="001D4ABC"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81421D" w:rsidRPr="00E87DE2">
        <w:rPr>
          <w:rFonts w:ascii="Times New Roman" w:hAnsi="Times New Roman" w:cs="Times New Roman"/>
          <w:sz w:val="24"/>
          <w:szCs w:val="24"/>
        </w:rPr>
        <w:t xml:space="preserve"> и </w:t>
      </w:r>
      <w:r w:rsidR="00533F4B" w:rsidRPr="00E87DE2">
        <w:rPr>
          <w:rFonts w:ascii="Times New Roman" w:hAnsi="Times New Roman" w:cs="Times New Roman"/>
          <w:sz w:val="24"/>
          <w:szCs w:val="24"/>
        </w:rPr>
        <w:t>Приобретатель</w:t>
      </w:r>
      <w:r w:rsidR="0081421D" w:rsidRPr="00E87DE2">
        <w:rPr>
          <w:rFonts w:ascii="Times New Roman" w:hAnsi="Times New Roman" w:cs="Times New Roman"/>
          <w:sz w:val="24"/>
          <w:szCs w:val="24"/>
        </w:rPr>
        <w:t xml:space="preserve"> не возражают против использования факсимильного воспроизведения подписей с помощью средств механического копирования.</w:t>
      </w:r>
    </w:p>
    <w:p w:rsidR="00C5185C" w:rsidRDefault="00C5185C" w:rsidP="0081421D">
      <w:pPr>
        <w:pStyle w:val="ConsNonformat"/>
        <w:numPr>
          <w:ilvl w:val="0"/>
          <w:numId w:val="1"/>
        </w:numPr>
        <w:tabs>
          <w:tab w:val="clear" w:pos="162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разрешенного использования земельного участка, земельный участок подлежит изъятию в установленном законом порядке.</w:t>
      </w:r>
    </w:p>
    <w:p w:rsidR="00C5185C" w:rsidRPr="00E87DE2" w:rsidRDefault="00C5185C" w:rsidP="0081421D">
      <w:pPr>
        <w:pStyle w:val="ConsNonformat"/>
        <w:numPr>
          <w:ilvl w:val="0"/>
          <w:numId w:val="1"/>
        </w:numPr>
        <w:tabs>
          <w:tab w:val="clear" w:pos="162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Строительство и реконструкцию строений на участке вести в соответствии с разрешительными документами, оформленными в установленном действующим законодательством порядке.</w:t>
      </w:r>
    </w:p>
    <w:p w:rsidR="0081421D" w:rsidRPr="00E87DE2" w:rsidRDefault="0081421D" w:rsidP="0081421D">
      <w:pPr>
        <w:pStyle w:val="ConsNonformat"/>
        <w:numPr>
          <w:ilvl w:val="0"/>
          <w:numId w:val="1"/>
        </w:numPr>
        <w:tabs>
          <w:tab w:val="clear" w:pos="162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>К Договору прилагается:</w:t>
      </w:r>
    </w:p>
    <w:p w:rsidR="0081421D" w:rsidRPr="00206B25" w:rsidRDefault="0081421D" w:rsidP="0081421D">
      <w:pPr>
        <w:pStyle w:val="ConsNonformat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06B25">
        <w:rPr>
          <w:rFonts w:ascii="Times New Roman" w:hAnsi="Times New Roman" w:cs="Times New Roman"/>
          <w:sz w:val="24"/>
          <w:szCs w:val="24"/>
        </w:rPr>
        <w:tab/>
      </w:r>
      <w:r w:rsidRPr="00E87DE2">
        <w:rPr>
          <w:rFonts w:ascii="Times New Roman" w:hAnsi="Times New Roman" w:cs="Times New Roman"/>
          <w:sz w:val="24"/>
          <w:szCs w:val="24"/>
        </w:rPr>
        <w:t>- ка</w:t>
      </w:r>
      <w:r w:rsidR="00206B25">
        <w:rPr>
          <w:rFonts w:ascii="Times New Roman" w:hAnsi="Times New Roman" w:cs="Times New Roman"/>
          <w:sz w:val="24"/>
          <w:szCs w:val="24"/>
        </w:rPr>
        <w:t>дастровые сведения на Участок, распечатанные с электронного документа;</w:t>
      </w:r>
    </w:p>
    <w:p w:rsidR="0081421D" w:rsidRPr="00E87DE2" w:rsidRDefault="0081421D" w:rsidP="0081421D">
      <w:pPr>
        <w:pStyle w:val="ConsNonformat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ab/>
        <w:t>- расчет цены выкупа земельного Участка;</w:t>
      </w:r>
    </w:p>
    <w:p w:rsidR="00B26614" w:rsidRPr="00E87DE2" w:rsidRDefault="00B26614" w:rsidP="00B26614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ab/>
      </w:r>
    </w:p>
    <w:p w:rsidR="00B26614" w:rsidRPr="00A958BA" w:rsidRDefault="00B26614" w:rsidP="00A958BA">
      <w:pPr>
        <w:jc w:val="center"/>
      </w:pPr>
      <w:r w:rsidRPr="00E87DE2">
        <w:t>6. Адреса, банковские реквизиты Сторон</w:t>
      </w:r>
    </w:p>
    <w:p w:rsidR="00B26614" w:rsidRPr="003F18F9" w:rsidRDefault="00B26614" w:rsidP="003F18F9">
      <w:pPr>
        <w:jc w:val="both"/>
        <w:rPr>
          <w:b/>
        </w:rPr>
      </w:pPr>
      <w:r w:rsidRPr="00E87DE2">
        <w:t xml:space="preserve">     6.1.</w:t>
      </w:r>
      <w:bookmarkStart w:id="44" w:name="Bookmark17"/>
      <w:r w:rsidR="00D83157">
        <w:t>Управление</w:t>
      </w:r>
      <w:bookmarkEnd w:id="44"/>
      <w:r w:rsidRPr="00E87DE2">
        <w:t>:</w:t>
      </w:r>
      <w:bookmarkStart w:id="45" w:name="Bookmark3"/>
      <w:r w:rsidR="003F18F9">
        <w:rPr>
          <w:b/>
        </w:rPr>
        <w:t xml:space="preserve"> </w:t>
      </w:r>
      <w:r w:rsidR="00D83157">
        <w:rPr>
          <w:b/>
        </w:rPr>
        <w:t>Управление земельных и имущественных отношений Администрации городского округа город Уфа Республики Башкортостан</w:t>
      </w:r>
      <w:bookmarkEnd w:id="45"/>
      <w:r w:rsidRPr="00E87DE2"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88"/>
      </w:tblGrid>
      <w:tr w:rsidR="00B26614" w:rsidRPr="00E87DE2" w:rsidTr="00342A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614" w:rsidRPr="00E87DE2" w:rsidRDefault="00533262" w:rsidP="00D83157">
            <w:pPr>
              <w:pStyle w:val="a3"/>
              <w:spacing w:line="192" w:lineRule="auto"/>
              <w:ind w:right="-81"/>
              <w:rPr>
                <w:rFonts w:ascii="Times New Roman" w:hAnsi="Times New Roman"/>
              </w:rPr>
            </w:pPr>
            <w:r w:rsidRPr="00E87DE2">
              <w:rPr>
                <w:rFonts w:ascii="Times New Roman" w:hAnsi="Times New Roman"/>
              </w:rPr>
              <w:t xml:space="preserve">инд.  </w:t>
            </w:r>
            <w:bookmarkStart w:id="46" w:name="Bookmark27"/>
            <w:r w:rsidR="00D83157">
              <w:rPr>
                <w:rFonts w:ascii="Times New Roman" w:hAnsi="Times New Roman"/>
              </w:rPr>
              <w:t>450054, г. Уфа, р-н Октябрьский, пр. Октября, д. 56/3</w:t>
            </w:r>
            <w:bookmarkEnd w:id="46"/>
          </w:p>
        </w:tc>
      </w:tr>
      <w:tr w:rsidR="00B26614" w:rsidRPr="00E87DE2" w:rsidTr="00342A41">
        <w:trPr>
          <w:trHeight w:val="2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ИНН/КПП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614" w:rsidRPr="00E87DE2" w:rsidRDefault="00D83157" w:rsidP="00D83157">
            <w:pPr>
              <w:pStyle w:val="a3"/>
              <w:spacing w:line="192" w:lineRule="auto"/>
              <w:ind w:right="-81"/>
              <w:rPr>
                <w:rFonts w:ascii="Times New Roman" w:hAnsi="Times New Roman"/>
              </w:rPr>
            </w:pPr>
            <w:bookmarkStart w:id="47" w:name="Bookmark31"/>
            <w:r>
              <w:rPr>
                <w:rFonts w:ascii="Times New Roman" w:hAnsi="Times New Roman"/>
              </w:rPr>
              <w:t>0276130085</w:t>
            </w:r>
            <w:bookmarkEnd w:id="47"/>
            <w:r w:rsidR="00E330C1" w:rsidRPr="00E87DE2">
              <w:rPr>
                <w:rFonts w:ascii="Times New Roman" w:hAnsi="Times New Roman"/>
              </w:rPr>
              <w:t>/</w:t>
            </w:r>
            <w:bookmarkStart w:id="48" w:name="Bookmark32"/>
            <w:r>
              <w:rPr>
                <w:rFonts w:ascii="Times New Roman" w:hAnsi="Times New Roman"/>
              </w:rPr>
              <w:t>027601001</w:t>
            </w:r>
            <w:bookmarkEnd w:id="48"/>
          </w:p>
        </w:tc>
      </w:tr>
      <w:tr w:rsidR="00B26614" w:rsidRPr="00E87DE2" w:rsidTr="00C5264C">
        <w:trPr>
          <w:trHeight w:val="32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Лицевой счет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C5264C" w:rsidP="00AB6ECE">
            <w:pPr>
              <w:pStyle w:val="a3"/>
              <w:spacing w:line="192" w:lineRule="auto"/>
              <w:ind w:right="-8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D917C6">
              <w:rPr>
                <w:rFonts w:ascii="Times New Roman" w:hAnsi="Times New Roman"/>
              </w:rPr>
              <w:t>302140010</w:t>
            </w:r>
            <w:r>
              <w:rPr>
                <w:rFonts w:ascii="Times New Roman" w:hAnsi="Times New Roman"/>
              </w:rPr>
              <w:t xml:space="preserve"> в Финансовом управлении Администрации городского округа город Уфа Республики Башкортостан</w:t>
            </w:r>
          </w:p>
        </w:tc>
      </w:tr>
      <w:tr w:rsidR="00B26614" w:rsidRPr="00E87DE2" w:rsidTr="00342A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Банк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614" w:rsidRPr="00E87DE2" w:rsidRDefault="00D83157" w:rsidP="00501A0C">
            <w:pPr>
              <w:pStyle w:val="ConsNonformat"/>
              <w:spacing w:line="192" w:lineRule="auto"/>
              <w:ind w:right="-81"/>
              <w:rPr>
                <w:rFonts w:ascii="Times New Roman" w:hAnsi="Times New Roman" w:cs="Times New Roman"/>
                <w:lang w:val="en-US"/>
              </w:rPr>
            </w:pPr>
            <w:bookmarkStart w:id="49" w:name="Bookmark28"/>
            <w:r>
              <w:rPr>
                <w:rFonts w:ascii="Times New Roman" w:hAnsi="Times New Roman" w:cs="Times New Roman"/>
                <w:lang w:val="en-US"/>
              </w:rPr>
              <w:t>Отделение - НБ Республика Башкортостан</w:t>
            </w:r>
            <w:bookmarkEnd w:id="49"/>
          </w:p>
        </w:tc>
      </w:tr>
      <w:tr w:rsidR="00B26614" w:rsidRPr="00E87DE2" w:rsidTr="00342A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БИК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614" w:rsidRPr="00E87DE2" w:rsidRDefault="00D83157" w:rsidP="00501A0C">
            <w:pPr>
              <w:pStyle w:val="ConsNonformat"/>
              <w:spacing w:line="192" w:lineRule="auto"/>
              <w:ind w:right="-81"/>
              <w:rPr>
                <w:rFonts w:ascii="Times New Roman" w:hAnsi="Times New Roman" w:cs="Times New Roman"/>
                <w:lang w:val="en-US"/>
              </w:rPr>
            </w:pPr>
            <w:bookmarkStart w:id="50" w:name="Bookmark29"/>
            <w:r>
              <w:rPr>
                <w:rFonts w:ascii="Times New Roman" w:hAnsi="Times New Roman" w:cs="Times New Roman"/>
                <w:lang w:val="en-US"/>
              </w:rPr>
              <w:t>048073001</w:t>
            </w:r>
            <w:bookmarkEnd w:id="50"/>
          </w:p>
        </w:tc>
      </w:tr>
      <w:tr w:rsidR="00B26614" w:rsidRPr="00E87DE2" w:rsidTr="00342A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14" w:rsidRPr="00E87DE2" w:rsidRDefault="00B26614" w:rsidP="00501A0C">
            <w:pPr>
              <w:widowControl w:val="0"/>
              <w:autoSpaceDE w:val="0"/>
              <w:autoSpaceDN w:val="0"/>
              <w:adjustRightInd w:val="0"/>
              <w:ind w:right="-81"/>
              <w:jc w:val="both"/>
              <w:rPr>
                <w:sz w:val="20"/>
                <w:szCs w:val="20"/>
              </w:rPr>
            </w:pPr>
            <w:r w:rsidRPr="00E87DE2">
              <w:rPr>
                <w:sz w:val="20"/>
                <w:szCs w:val="20"/>
              </w:rPr>
              <w:t>Телефоны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614" w:rsidRPr="00E87DE2" w:rsidRDefault="00D83157" w:rsidP="00AC4388">
            <w:pPr>
              <w:pStyle w:val="ConsNonformat"/>
              <w:spacing w:line="192" w:lineRule="auto"/>
              <w:ind w:right="-81"/>
              <w:rPr>
                <w:rFonts w:ascii="Times New Roman" w:hAnsi="Times New Roman" w:cs="Times New Roman"/>
                <w:lang w:val="en-US"/>
              </w:rPr>
            </w:pPr>
            <w:bookmarkStart w:id="51" w:name="Bookmark30"/>
            <w:r>
              <w:rPr>
                <w:rFonts w:ascii="Times New Roman" w:hAnsi="Times New Roman" w:cs="Times New Roman"/>
                <w:lang w:val="en-US"/>
              </w:rPr>
              <w:t>83472648288, 279-04-54, 232-90-82, uzio@ufacity.info</w:t>
            </w:r>
            <w:bookmarkEnd w:id="51"/>
          </w:p>
        </w:tc>
      </w:tr>
    </w:tbl>
    <w:p w:rsidR="003F18F9" w:rsidRDefault="00A958BA" w:rsidP="003F18F9">
      <w:pPr>
        <w:jc w:val="both"/>
      </w:pPr>
      <w:r w:rsidRPr="00A958BA">
        <w:t>6.2</w:t>
      </w:r>
      <w:r>
        <w:rPr>
          <w:b/>
        </w:rPr>
        <w:t xml:space="preserve"> </w:t>
      </w:r>
      <w:r w:rsidR="003F18F9">
        <w:rPr>
          <w:b/>
        </w:rPr>
        <w:t xml:space="preserve">"Сторона-2":  </w:t>
      </w:r>
      <w:bookmarkStart w:id="52" w:name="OrgForm5"/>
      <w:r w:rsidR="003F18F9">
        <w:rPr>
          <w:b/>
        </w:rPr>
        <w:t xml:space="preserve"> </w:t>
      </w:r>
      <w:bookmarkEnd w:id="52"/>
      <w:r w:rsidR="003F18F9">
        <w:rPr>
          <w:b/>
        </w:rPr>
        <w:t xml:space="preserve">  </w:t>
      </w:r>
      <w:bookmarkStart w:id="53" w:name="SubjectName2"/>
      <w:r w:rsidR="003F18F9">
        <w:rPr>
          <w:b/>
        </w:rPr>
        <w:t xml:space="preserve">Публичное акционерное общество "Башинформсвязь" </w:t>
      </w:r>
      <w:bookmarkEnd w:id="53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9"/>
        <w:gridCol w:w="6584"/>
      </w:tblGrid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4" w:name="SubjectAddrr"/>
            <w:r w:rsidRPr="003F18F9">
              <w:rPr>
                <w:sz w:val="20"/>
                <w:szCs w:val="20"/>
              </w:rPr>
              <w:t xml:space="preserve">г. Уфа, ул. Ленина, д. 32/1 </w:t>
            </w:r>
            <w:bookmarkEnd w:id="54"/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ИНН</w:t>
            </w:r>
            <w:r w:rsidRPr="00A958BA">
              <w:rPr>
                <w:sz w:val="20"/>
                <w:szCs w:val="20"/>
              </w:rPr>
              <w:t>(Социальный номер)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5" w:name="SubjectINN"/>
            <w:r w:rsidRPr="003F18F9">
              <w:rPr>
                <w:sz w:val="20"/>
                <w:szCs w:val="20"/>
              </w:rPr>
              <w:t>0274018377</w:t>
            </w:r>
            <w:bookmarkEnd w:id="55"/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Расчетный счет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A958BA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6" w:name="SubjectAcco"/>
            <w:r w:rsidRPr="00A958BA">
              <w:rPr>
                <w:sz w:val="20"/>
                <w:szCs w:val="20"/>
              </w:rPr>
              <w:t>40702810900000005674</w:t>
            </w:r>
            <w:bookmarkEnd w:id="56"/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Банк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7" w:name="SubjectBank"/>
            <w:r w:rsidRPr="003F18F9">
              <w:rPr>
                <w:sz w:val="20"/>
                <w:szCs w:val="20"/>
              </w:rPr>
              <w:t>ОАО АБ "Россия"</w:t>
            </w:r>
            <w:bookmarkEnd w:id="57"/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БИК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8" w:name="SubjectBIC"/>
            <w:r w:rsidRPr="003F18F9">
              <w:rPr>
                <w:sz w:val="20"/>
                <w:szCs w:val="20"/>
              </w:rPr>
              <w:t xml:space="preserve"> </w:t>
            </w:r>
            <w:bookmarkEnd w:id="58"/>
            <w:r w:rsidRPr="003F18F9">
              <w:rPr>
                <w:sz w:val="20"/>
                <w:szCs w:val="20"/>
              </w:rPr>
              <w:t>044030861</w:t>
            </w:r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Корреспондентский счет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59" w:name="SubjectKS"/>
            <w:r w:rsidRPr="003F18F9">
              <w:rPr>
                <w:sz w:val="20"/>
                <w:szCs w:val="20"/>
              </w:rPr>
              <w:t>30101810800000000861</w:t>
            </w:r>
            <w:bookmarkEnd w:id="59"/>
            <w:r w:rsidR="00A958BA">
              <w:rPr>
                <w:sz w:val="20"/>
                <w:szCs w:val="20"/>
              </w:rPr>
              <w:t xml:space="preserve"> в С</w:t>
            </w:r>
            <w:r w:rsidRPr="003F18F9">
              <w:rPr>
                <w:sz w:val="20"/>
                <w:szCs w:val="20"/>
              </w:rPr>
              <w:t>еверо-Западном Главном Управлении Банка России</w:t>
            </w:r>
          </w:p>
        </w:tc>
      </w:tr>
      <w:tr w:rsidR="003F18F9" w:rsidTr="003F18F9"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>Телефоны</w:t>
            </w:r>
          </w:p>
        </w:tc>
        <w:tc>
          <w:tcPr>
            <w:tcW w:w="6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F9" w:rsidRPr="003F18F9" w:rsidRDefault="003F18F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18F9">
              <w:rPr>
                <w:sz w:val="20"/>
                <w:szCs w:val="20"/>
              </w:rPr>
              <w:t xml:space="preserve"> (347) 2502339/2507301</w:t>
            </w:r>
          </w:p>
        </w:tc>
      </w:tr>
    </w:tbl>
    <w:p w:rsidR="00B26614" w:rsidRPr="00E87DE2" w:rsidRDefault="003F18F9" w:rsidP="003F18F9">
      <w:r>
        <w:t xml:space="preserve">                                                      </w:t>
      </w:r>
      <w:r w:rsidR="00B26614" w:rsidRPr="00E87DE2">
        <w:t>7. Подписи Сторон</w:t>
      </w:r>
    </w:p>
    <w:p w:rsidR="00B26614" w:rsidRPr="00E87DE2" w:rsidRDefault="00B26614" w:rsidP="00B26614">
      <w:pPr>
        <w:jc w:val="both"/>
        <w:rPr>
          <w:highlight w:val="yellow"/>
          <w:lang w:val="en-US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3993"/>
        <w:gridCol w:w="516"/>
        <w:gridCol w:w="5097"/>
      </w:tblGrid>
      <w:tr w:rsidR="00B26614" w:rsidRPr="00E87DE2" w:rsidTr="007232C1">
        <w:trPr>
          <w:cantSplit/>
        </w:trPr>
        <w:tc>
          <w:tcPr>
            <w:tcW w:w="4106" w:type="dxa"/>
          </w:tcPr>
          <w:p w:rsidR="00B26614" w:rsidRPr="00E87DE2" w:rsidRDefault="00D83157" w:rsidP="00501A0C">
            <w:pPr>
              <w:jc w:val="center"/>
              <w:rPr>
                <w:b/>
                <w:lang w:val="en-US"/>
              </w:rPr>
            </w:pPr>
            <w:bookmarkStart w:id="60" w:name="Bookmark18"/>
            <w:r>
              <w:rPr>
                <w:b/>
                <w:lang w:val="en-US"/>
              </w:rPr>
              <w:t>Управление</w:t>
            </w:r>
            <w:bookmarkEnd w:id="60"/>
          </w:p>
        </w:tc>
        <w:tc>
          <w:tcPr>
            <w:tcW w:w="544" w:type="dxa"/>
          </w:tcPr>
          <w:p w:rsidR="00B26614" w:rsidRPr="00E87DE2" w:rsidRDefault="00B26614" w:rsidP="00501A0C">
            <w:pPr>
              <w:jc w:val="center"/>
              <w:rPr>
                <w:b/>
              </w:rPr>
            </w:pPr>
          </w:p>
        </w:tc>
        <w:tc>
          <w:tcPr>
            <w:tcW w:w="4956" w:type="dxa"/>
          </w:tcPr>
          <w:p w:rsidR="00B26614" w:rsidRPr="00E87DE2" w:rsidRDefault="00533F4B" w:rsidP="00501A0C">
            <w:pPr>
              <w:jc w:val="center"/>
              <w:rPr>
                <w:b/>
              </w:rPr>
            </w:pPr>
            <w:r w:rsidRPr="00E87DE2">
              <w:rPr>
                <w:b/>
              </w:rPr>
              <w:t>Приобретатель</w:t>
            </w:r>
          </w:p>
        </w:tc>
      </w:tr>
      <w:tr w:rsidR="00B26614" w:rsidRPr="00E87DE2" w:rsidTr="007232C1">
        <w:trPr>
          <w:cantSplit/>
          <w:trHeight w:val="2490"/>
        </w:trPr>
        <w:tc>
          <w:tcPr>
            <w:tcW w:w="4106" w:type="dxa"/>
          </w:tcPr>
          <w:p w:rsidR="00B26614" w:rsidRPr="00D83157" w:rsidRDefault="00D83157" w:rsidP="005B4770">
            <w:pPr>
              <w:rPr>
                <w:b/>
              </w:rPr>
            </w:pPr>
            <w:bookmarkStart w:id="61" w:name="Bookmark4"/>
            <w:r w:rsidRPr="00D83157">
              <w:rPr>
                <w:b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  <w:bookmarkEnd w:id="61"/>
          </w:p>
          <w:p w:rsidR="00B26614" w:rsidRPr="00D83157" w:rsidRDefault="00D83157" w:rsidP="005B4770">
            <w:pPr>
              <w:rPr>
                <w:b/>
              </w:rPr>
            </w:pPr>
            <w:bookmarkStart w:id="62" w:name="Bookmark5"/>
            <w:r w:rsidRPr="00D83157">
              <w:rPr>
                <w:b/>
              </w:rPr>
              <w:t>Заместитель начальника Управления</w:t>
            </w:r>
            <w:bookmarkEnd w:id="62"/>
          </w:p>
          <w:p w:rsidR="00B26614" w:rsidRPr="00E87DE2" w:rsidRDefault="00B26614" w:rsidP="00501A0C">
            <w:pPr>
              <w:jc w:val="both"/>
              <w:rPr>
                <w:b/>
                <w:highlight w:val="yellow"/>
              </w:rPr>
            </w:pPr>
          </w:p>
          <w:p w:rsidR="00B26614" w:rsidRPr="00E87DE2" w:rsidRDefault="005B4770" w:rsidP="00501A0C">
            <w:pPr>
              <w:jc w:val="both"/>
              <w:rPr>
                <w:b/>
              </w:rPr>
            </w:pPr>
            <w:r w:rsidRPr="00E87DE2">
              <w:rPr>
                <w:b/>
              </w:rPr>
              <w:t>______</w:t>
            </w:r>
            <w:r w:rsidR="006468B4">
              <w:rPr>
                <w:b/>
              </w:rPr>
              <w:t>_______</w:t>
            </w:r>
            <w:bookmarkStart w:id="63" w:name="Bookmark6"/>
            <w:r w:rsidR="007232C1">
              <w:rPr>
                <w:b/>
              </w:rPr>
              <w:t>____</w:t>
            </w:r>
            <w:r w:rsidR="00D83157">
              <w:rPr>
                <w:b/>
              </w:rPr>
              <w:t>Э.Ш. Сардаров</w:t>
            </w:r>
            <w:bookmarkEnd w:id="63"/>
          </w:p>
          <w:p w:rsidR="00B26614" w:rsidRPr="00E87DE2" w:rsidRDefault="007232C1" w:rsidP="00501A0C">
            <w:pPr>
              <w:jc w:val="both"/>
              <w:rPr>
                <w:b/>
              </w:rPr>
            </w:pPr>
            <w:r w:rsidRPr="00E87DE2">
              <w:t>М.П.</w:t>
            </w:r>
          </w:p>
        </w:tc>
        <w:tc>
          <w:tcPr>
            <w:tcW w:w="544" w:type="dxa"/>
          </w:tcPr>
          <w:p w:rsidR="00B26614" w:rsidRPr="00E87DE2" w:rsidRDefault="00B26614" w:rsidP="00501A0C">
            <w:pPr>
              <w:jc w:val="both"/>
              <w:rPr>
                <w:b/>
              </w:rPr>
            </w:pPr>
          </w:p>
        </w:tc>
        <w:tc>
          <w:tcPr>
            <w:tcW w:w="49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32C1" w:rsidRDefault="007232C1"/>
          <w:tbl>
            <w:tblPr>
              <w:tblW w:w="5097" w:type="dxa"/>
              <w:tblLook w:val="01E0" w:firstRow="1" w:lastRow="1" w:firstColumn="1" w:lastColumn="1" w:noHBand="0" w:noVBand="0"/>
            </w:tblPr>
            <w:tblGrid>
              <w:gridCol w:w="5097"/>
            </w:tblGrid>
            <w:tr w:rsidR="00B26614" w:rsidRPr="00E87DE2" w:rsidTr="007232C1">
              <w:trPr>
                <w:trHeight w:val="1452"/>
              </w:trPr>
              <w:tc>
                <w:tcPr>
                  <w:tcW w:w="5097" w:type="dxa"/>
                </w:tcPr>
                <w:p w:rsidR="00D83157" w:rsidRPr="00D83157" w:rsidRDefault="00D83157" w:rsidP="007232C1">
                  <w:pPr>
                    <w:ind w:left="737"/>
                    <w:rPr>
                      <w:b/>
                    </w:rPr>
                  </w:pPr>
                  <w:bookmarkStart w:id="64" w:name="Signers1"/>
                  <w:r w:rsidRPr="00D83157">
                    <w:rPr>
                      <w:b/>
                    </w:rPr>
                    <w:t xml:space="preserve">ПАО "Башинформсвязь"  Генеральный директор </w:t>
                  </w:r>
                  <w:r w:rsidR="003F18F9">
                    <w:rPr>
                      <w:b/>
                    </w:rPr>
                    <w:t xml:space="preserve"> Долгоаршинных М.Г.</w:t>
                  </w:r>
                </w:p>
                <w:p w:rsidR="00D83157" w:rsidRPr="00D83157" w:rsidRDefault="00D83157" w:rsidP="007232C1">
                  <w:pPr>
                    <w:ind w:left="737"/>
                    <w:rPr>
                      <w:b/>
                    </w:rPr>
                  </w:pPr>
                </w:p>
                <w:p w:rsidR="003F18F9" w:rsidRPr="00D83157" w:rsidRDefault="00D83157" w:rsidP="003F18F9">
                  <w:pPr>
                    <w:ind w:left="737"/>
                    <w:rPr>
                      <w:b/>
                    </w:rPr>
                  </w:pPr>
                  <w:r w:rsidRPr="007232C1">
                    <w:rPr>
                      <w:b/>
                    </w:rPr>
                    <w:t xml:space="preserve">____________  </w:t>
                  </w:r>
                  <w:r w:rsidR="003F18F9">
                    <w:rPr>
                      <w:b/>
                    </w:rPr>
                    <w:t xml:space="preserve"> Долгоаршинных М.Г.</w:t>
                  </w:r>
                </w:p>
                <w:p w:rsidR="003F18F9" w:rsidRPr="00D83157" w:rsidRDefault="003F18F9" w:rsidP="003F18F9">
                  <w:pPr>
                    <w:ind w:left="737"/>
                    <w:rPr>
                      <w:b/>
                    </w:rPr>
                  </w:pPr>
                </w:p>
                <w:p w:rsidR="00D83157" w:rsidRPr="007232C1" w:rsidRDefault="00D83157" w:rsidP="007232C1">
                  <w:pPr>
                    <w:ind w:left="737"/>
                    <w:rPr>
                      <w:b/>
                    </w:rPr>
                  </w:pPr>
                </w:p>
                <w:p w:rsidR="00D83157" w:rsidRPr="007232C1" w:rsidRDefault="00D83157" w:rsidP="007232C1">
                  <w:pPr>
                    <w:ind w:left="737"/>
                    <w:rPr>
                      <w:b/>
                    </w:rPr>
                  </w:pPr>
                </w:p>
                <w:p w:rsidR="00D83157" w:rsidRPr="007232C1" w:rsidRDefault="007232C1" w:rsidP="007232C1">
                  <w:pPr>
                    <w:ind w:left="737"/>
                    <w:rPr>
                      <w:b/>
                    </w:rPr>
                  </w:pPr>
                  <w:r w:rsidRPr="00E87DE2">
                    <w:t>М.П.</w:t>
                  </w:r>
                </w:p>
                <w:bookmarkEnd w:id="64"/>
                <w:p w:rsidR="00B26614" w:rsidRPr="007232C1" w:rsidRDefault="00B26614" w:rsidP="00501A0C">
                  <w:pPr>
                    <w:ind w:left="360"/>
                    <w:rPr>
                      <w:b/>
                    </w:rPr>
                  </w:pPr>
                </w:p>
                <w:p w:rsidR="00B26614" w:rsidRPr="007232C1" w:rsidRDefault="00B26614">
                  <w:pPr>
                    <w:rPr>
                      <w:b/>
                    </w:rPr>
                  </w:pPr>
                </w:p>
              </w:tc>
            </w:tr>
          </w:tbl>
          <w:p w:rsidR="00B26614" w:rsidRPr="00E87DE2" w:rsidRDefault="00B26614" w:rsidP="00501A0C">
            <w:pPr>
              <w:ind w:left="360"/>
              <w:rPr>
                <w:b/>
              </w:rPr>
            </w:pPr>
          </w:p>
        </w:tc>
      </w:tr>
      <w:tr w:rsidR="00B26614" w:rsidRPr="00E87DE2" w:rsidTr="007232C1">
        <w:trPr>
          <w:cantSplit/>
          <w:trHeight w:val="619"/>
        </w:trPr>
        <w:tc>
          <w:tcPr>
            <w:tcW w:w="4106" w:type="dxa"/>
          </w:tcPr>
          <w:p w:rsidR="00B26614" w:rsidRPr="007232C1" w:rsidRDefault="00B26614" w:rsidP="00501A0C">
            <w:pPr>
              <w:jc w:val="right"/>
            </w:pPr>
          </w:p>
          <w:p w:rsidR="00B26614" w:rsidRPr="003F18F9" w:rsidRDefault="00B26614" w:rsidP="00501A0C">
            <w:pPr>
              <w:jc w:val="right"/>
              <w:rPr>
                <w:highlight w:val="yellow"/>
              </w:rPr>
            </w:pPr>
          </w:p>
        </w:tc>
        <w:tc>
          <w:tcPr>
            <w:tcW w:w="544" w:type="dxa"/>
          </w:tcPr>
          <w:p w:rsidR="00B26614" w:rsidRPr="00E87DE2" w:rsidRDefault="00B26614" w:rsidP="00501A0C">
            <w:pPr>
              <w:jc w:val="right"/>
              <w:rPr>
                <w:highlight w:val="yellow"/>
              </w:rPr>
            </w:pPr>
          </w:p>
        </w:tc>
        <w:tc>
          <w:tcPr>
            <w:tcW w:w="4956" w:type="dxa"/>
          </w:tcPr>
          <w:p w:rsidR="00B26614" w:rsidRPr="003F18F9" w:rsidRDefault="00B26614" w:rsidP="00501A0C">
            <w:pPr>
              <w:jc w:val="right"/>
            </w:pPr>
          </w:p>
          <w:p w:rsidR="00B26614" w:rsidRPr="00E87DE2" w:rsidRDefault="00B26614" w:rsidP="00501A0C">
            <w:pPr>
              <w:jc w:val="right"/>
            </w:pPr>
          </w:p>
        </w:tc>
      </w:tr>
    </w:tbl>
    <w:p w:rsidR="00B26614" w:rsidRPr="00E87DE2" w:rsidRDefault="00B26614" w:rsidP="00B26614">
      <w:pPr>
        <w:ind w:left="7080"/>
        <w:jc w:val="right"/>
        <w:rPr>
          <w:b/>
        </w:rPr>
      </w:pPr>
      <w:r w:rsidRPr="00E87DE2">
        <w:br w:type="page"/>
      </w:r>
      <w:r w:rsidRPr="00E87DE2">
        <w:rPr>
          <w:b/>
        </w:rPr>
        <w:t>Приложение № 2</w:t>
      </w:r>
    </w:p>
    <w:p w:rsidR="00B26614" w:rsidRPr="00E87DE2" w:rsidRDefault="00B26614" w:rsidP="00B26614">
      <w:pPr>
        <w:ind w:left="5040"/>
      </w:pPr>
      <w:r w:rsidRPr="00E87DE2">
        <w:t>к Договору о предоставлении земельного участка в собственность за плату</w:t>
      </w:r>
    </w:p>
    <w:p w:rsidR="00B26614" w:rsidRPr="003F18F9" w:rsidRDefault="00B26614" w:rsidP="00B26614">
      <w:pPr>
        <w:ind w:left="5040"/>
      </w:pPr>
      <w:r w:rsidRPr="003F18F9">
        <w:t xml:space="preserve">№  </w:t>
      </w:r>
      <w:bookmarkStart w:id="65" w:name="DocNo1"/>
      <w:r w:rsidR="00D83157" w:rsidRPr="003F18F9">
        <w:t>__________</w:t>
      </w:r>
      <w:bookmarkEnd w:id="65"/>
      <w:r w:rsidRPr="00E87DE2">
        <w:t>от</w:t>
      </w:r>
      <w:r w:rsidRPr="003F18F9">
        <w:t xml:space="preserve"> «</w:t>
      </w:r>
      <w:bookmarkStart w:id="66" w:name="CDay5"/>
      <w:r w:rsidR="00D83157" w:rsidRPr="003F18F9">
        <w:t>____</w:t>
      </w:r>
      <w:bookmarkEnd w:id="66"/>
      <w:r w:rsidR="00D83157" w:rsidRPr="003F18F9">
        <w:t xml:space="preserve"> </w:t>
      </w:r>
      <w:r w:rsidRPr="003F18F9">
        <w:t>»</w:t>
      </w:r>
      <w:r w:rsidRPr="00E87DE2">
        <w:rPr>
          <w:lang w:val="en-US"/>
        </w:rPr>
        <w:t> </w:t>
      </w:r>
      <w:bookmarkStart w:id="67" w:name="CMonth5"/>
      <w:r w:rsidR="00D83157" w:rsidRPr="003F18F9">
        <w:t>____</w:t>
      </w:r>
      <w:bookmarkEnd w:id="67"/>
      <w:r w:rsidRPr="00E87DE2">
        <w:rPr>
          <w:lang w:val="en-US"/>
        </w:rPr>
        <w:t> </w:t>
      </w:r>
      <w:bookmarkStart w:id="68" w:name="CYear5"/>
      <w:r w:rsidR="00D83157" w:rsidRPr="003F18F9">
        <w:t>_______</w:t>
      </w:r>
      <w:bookmarkEnd w:id="68"/>
      <w:r w:rsidRPr="00E87DE2">
        <w:t>г</w:t>
      </w:r>
      <w:r w:rsidRPr="003F18F9">
        <w:t>.</w:t>
      </w:r>
    </w:p>
    <w:p w:rsidR="00B26614" w:rsidRPr="003F18F9" w:rsidRDefault="00B26614" w:rsidP="00B26614">
      <w:pPr>
        <w:ind w:left="5040"/>
      </w:pPr>
    </w:p>
    <w:p w:rsidR="00B26614" w:rsidRPr="00E87DE2" w:rsidRDefault="007232C1" w:rsidP="007232C1">
      <w:pPr>
        <w:rPr>
          <w:b/>
        </w:rPr>
      </w:pPr>
      <w:r>
        <w:t xml:space="preserve">                                                               </w:t>
      </w:r>
      <w:r w:rsidR="00B26614" w:rsidRPr="00E87DE2">
        <w:rPr>
          <w:b/>
        </w:rPr>
        <w:t>РАСЧЕТ</w:t>
      </w:r>
    </w:p>
    <w:p w:rsidR="00B26614" w:rsidRPr="00E87DE2" w:rsidRDefault="00B26614" w:rsidP="00B26614">
      <w:pPr>
        <w:ind w:left="-180"/>
        <w:jc w:val="center"/>
        <w:rPr>
          <w:b/>
        </w:rPr>
      </w:pPr>
      <w:r w:rsidRPr="00E87DE2">
        <w:rPr>
          <w:b/>
        </w:rPr>
        <w:t>цены выкупа земельного Участка</w:t>
      </w:r>
    </w:p>
    <w:p w:rsidR="00B26614" w:rsidRPr="00E87DE2" w:rsidRDefault="00B26614" w:rsidP="00B26614">
      <w:pPr>
        <w:ind w:left="-180"/>
        <w:jc w:val="center"/>
        <w:rPr>
          <w:b/>
        </w:rPr>
      </w:pPr>
      <w:r w:rsidRPr="00E87DE2">
        <w:rPr>
          <w:b/>
        </w:rPr>
        <w:t xml:space="preserve">кадастровый номер  </w:t>
      </w:r>
      <w:bookmarkStart w:id="69" w:name="Bookmark35"/>
      <w:r w:rsidR="00D83157">
        <w:rPr>
          <w:b/>
        </w:rPr>
        <w:t>02:55:010119:140</w:t>
      </w:r>
      <w:bookmarkEnd w:id="69"/>
    </w:p>
    <w:p w:rsidR="00B26614" w:rsidRPr="00E87DE2" w:rsidRDefault="00B26614" w:rsidP="00B26614">
      <w:pPr>
        <w:ind w:left="-180"/>
        <w:jc w:val="center"/>
      </w:pPr>
    </w:p>
    <w:p w:rsidR="00B26614" w:rsidRPr="00E87DE2" w:rsidRDefault="00533F4B" w:rsidP="00B26614">
      <w:pPr>
        <w:ind w:left="-180" w:firstLine="900"/>
      </w:pPr>
      <w:r w:rsidRPr="00E87DE2">
        <w:t>Приобретатель</w:t>
      </w:r>
      <w:r w:rsidR="00B26614" w:rsidRPr="00E87DE2">
        <w:t>:</w:t>
      </w:r>
      <w:r w:rsidR="00B26614" w:rsidRPr="00E87DE2">
        <w:rPr>
          <w:b/>
        </w:rPr>
        <w:t xml:space="preserve">  </w:t>
      </w:r>
      <w:bookmarkStart w:id="70" w:name="PurchaserName4"/>
      <w:r w:rsidR="00D83157">
        <w:rPr>
          <w:b/>
        </w:rPr>
        <w:t xml:space="preserve">Публичное акционерное общество "Башинформсвязь" </w:t>
      </w:r>
      <w:bookmarkEnd w:id="70"/>
    </w:p>
    <w:p w:rsidR="00B26614" w:rsidRPr="00E87DE2" w:rsidRDefault="00B26614" w:rsidP="00B26614">
      <w:pPr>
        <w:ind w:left="-180" w:firstLine="900"/>
      </w:pPr>
      <w:r w:rsidRPr="00E87DE2">
        <w:t xml:space="preserve">Адрес (местоположение) участка:  </w:t>
      </w:r>
      <w:bookmarkStart w:id="71" w:name="PostAddr3"/>
      <w:r w:rsidR="00D83157">
        <w:t>Кировский район городского округа город Уфа Республики Башкортостан, ул. Ленина, д. 30</w:t>
      </w:r>
      <w:bookmarkEnd w:id="71"/>
    </w:p>
    <w:p w:rsidR="00E67278" w:rsidRPr="007232C1" w:rsidRDefault="00E67278" w:rsidP="007232C1"/>
    <w:p w:rsidR="00E67278" w:rsidRDefault="00E67278" w:rsidP="00E67278">
      <w:pPr>
        <w:ind w:left="-180" w:firstLine="900"/>
        <w:jc w:val="both"/>
      </w:pPr>
      <w:r>
        <w:t>Цена выкупа земельного участка определена в соответствии с Постановлением Правительства Республики Башкортостан №388 от 30.08.2013г. «О порядке определения цены и оплаты земельных участков, находящихся в государственной собственности Республики Башкортостан, и земельных участков, государственная собственность на которые не разграничена, при продаже их собственникам зданий, строений и сооружений, расположенных на таких земельных участках».</w:t>
      </w:r>
    </w:p>
    <w:p w:rsidR="00E67278" w:rsidRDefault="00E67278" w:rsidP="007232C1"/>
    <w:p w:rsidR="00E67278" w:rsidRDefault="00E67278" w:rsidP="00B26614">
      <w:pPr>
        <w:ind w:left="-180" w:firstLine="900"/>
        <w:rPr>
          <w:b/>
        </w:rPr>
      </w:pPr>
      <w:r w:rsidRPr="00E67278">
        <w:rPr>
          <w:b/>
        </w:rPr>
        <w:t>Цена выкупа земельного Участка = КСУ * П</w:t>
      </w:r>
    </w:p>
    <w:p w:rsidR="00E67278" w:rsidRDefault="00E67278" w:rsidP="00B26614">
      <w:pPr>
        <w:ind w:left="-180" w:firstLine="900"/>
        <w:rPr>
          <w:b/>
        </w:rPr>
      </w:pPr>
    </w:p>
    <w:p w:rsidR="00E67278" w:rsidRDefault="00D917C6" w:rsidP="00B26614">
      <w:pPr>
        <w:ind w:left="-180" w:firstLine="900"/>
      </w:pPr>
      <w:r w:rsidRPr="00E87DE2">
        <w:t>КСУ – Кадастровая стоимость Участка</w:t>
      </w:r>
      <w:r>
        <w:t xml:space="preserve"> (</w:t>
      </w:r>
      <w:r w:rsidR="007232C1">
        <w:t>действующая на дату обращения (30.05.2014</w:t>
      </w:r>
      <w:r>
        <w:t xml:space="preserve"> г.) Приобретателя в Администрацию городского округа город Уфа Республики Башкортостан о предоставлении Участка в собственность за плату)</w:t>
      </w:r>
    </w:p>
    <w:p w:rsidR="00E67278" w:rsidRPr="00E67278" w:rsidRDefault="00E67278" w:rsidP="00B26614">
      <w:pPr>
        <w:ind w:left="-180" w:firstLine="900"/>
      </w:pPr>
      <w:r>
        <w:t xml:space="preserve">П – </w:t>
      </w:r>
      <w:r w:rsidR="00142DD7">
        <w:t>Процентная ставка</w:t>
      </w:r>
    </w:p>
    <w:p w:rsidR="00B26614" w:rsidRPr="00E87DE2" w:rsidRDefault="00B26614" w:rsidP="00B26614">
      <w:pPr>
        <w:ind w:left="-180" w:firstLine="9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4"/>
        <w:gridCol w:w="1919"/>
        <w:gridCol w:w="1905"/>
        <w:gridCol w:w="1924"/>
      </w:tblGrid>
      <w:tr w:rsidR="007232C1" w:rsidRPr="00E87DE2" w:rsidTr="007232C1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</w:rPr>
            </w:pPr>
            <w:r w:rsidRPr="00E87DE2">
              <w:rPr>
                <w:b/>
              </w:rPr>
              <w:t>КСУ (руб.)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</w:rPr>
            </w:pPr>
            <w:r w:rsidRPr="00E87DE2">
              <w:rPr>
                <w:b/>
              </w:rPr>
              <w:t>Площадь Участка (кв.м.)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C1" w:rsidRPr="00E87DE2" w:rsidRDefault="007232C1" w:rsidP="007232C1">
            <w:pPr>
              <w:rPr>
                <w:b/>
              </w:rPr>
            </w:pPr>
            <w:r>
              <w:rPr>
                <w:b/>
              </w:rPr>
              <w:t xml:space="preserve">             П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</w:rPr>
            </w:pPr>
            <w:r w:rsidRPr="00E87DE2">
              <w:rPr>
                <w:b/>
              </w:rPr>
              <w:t>Цена выкупа земельного Участка (руб.)</w:t>
            </w:r>
          </w:p>
        </w:tc>
      </w:tr>
      <w:tr w:rsidR="007232C1" w:rsidRPr="00E87DE2" w:rsidTr="007232C1"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  <w:lang w:val="en-US"/>
              </w:rPr>
            </w:pPr>
            <w:bookmarkStart w:id="72" w:name="CadCost2"/>
            <w:r>
              <w:rPr>
                <w:b/>
                <w:lang w:val="en-US"/>
              </w:rPr>
              <w:t>58073104,92</w:t>
            </w:r>
            <w:bookmarkEnd w:id="72"/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  <w:lang w:val="en-US"/>
              </w:rPr>
            </w:pPr>
            <w:bookmarkStart w:id="73" w:name="Area3"/>
            <w:r>
              <w:rPr>
                <w:b/>
                <w:lang w:val="en-US"/>
              </w:rPr>
              <w:t>2073</w:t>
            </w:r>
            <w:bookmarkEnd w:id="73"/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  <w:lang w:val="en-US"/>
              </w:rPr>
            </w:pPr>
            <w:bookmarkStart w:id="74" w:name="TaxRate"/>
            <w:r>
              <w:rPr>
                <w:b/>
                <w:lang w:val="en-US"/>
              </w:rPr>
              <w:t>2,5 %</w:t>
            </w:r>
            <w:bookmarkEnd w:id="74"/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232C1" w:rsidRPr="00E87DE2" w:rsidRDefault="007232C1" w:rsidP="00501A0C">
            <w:pPr>
              <w:jc w:val="center"/>
              <w:rPr>
                <w:b/>
                <w:lang w:val="en-US"/>
              </w:rPr>
            </w:pPr>
            <w:bookmarkStart w:id="75" w:name="Price2"/>
            <w:r>
              <w:rPr>
                <w:b/>
                <w:lang w:val="en-US"/>
              </w:rPr>
              <w:t>1451827,62</w:t>
            </w:r>
            <w:bookmarkEnd w:id="75"/>
          </w:p>
        </w:tc>
      </w:tr>
    </w:tbl>
    <w:p w:rsidR="00B26614" w:rsidRPr="00E87DE2" w:rsidRDefault="00B26614" w:rsidP="007232C1"/>
    <w:p w:rsidR="00B26614" w:rsidRPr="00E87DE2" w:rsidRDefault="00B26614" w:rsidP="00B26614">
      <w:pPr>
        <w:ind w:left="-180" w:firstLine="900"/>
        <w:rPr>
          <w:b/>
        </w:rPr>
      </w:pPr>
      <w:r w:rsidRPr="00E87DE2">
        <w:rPr>
          <w:b/>
        </w:rPr>
        <w:t xml:space="preserve">Цена выкупа земельного Участка составляет:  </w:t>
      </w:r>
      <w:bookmarkStart w:id="76" w:name="Price3"/>
      <w:r w:rsidR="00D83157">
        <w:rPr>
          <w:b/>
        </w:rPr>
        <w:t>1451827,62</w:t>
      </w:r>
      <w:bookmarkEnd w:id="76"/>
      <w:r w:rsidR="00383D4E" w:rsidRPr="00E87DE2">
        <w:rPr>
          <w:b/>
        </w:rPr>
        <w:t>руб.</w:t>
      </w:r>
      <w:r w:rsidRPr="00E87DE2">
        <w:rPr>
          <w:b/>
        </w:rPr>
        <w:t xml:space="preserve"> (</w:t>
      </w:r>
      <w:bookmarkStart w:id="77" w:name="PriceInWords2"/>
      <w:r w:rsidR="00D83157">
        <w:rPr>
          <w:b/>
        </w:rPr>
        <w:t>Один миллион четыреста пятьдесят одна тысяча восемьсот двадцать семь рублей 62 копейки</w:t>
      </w:r>
      <w:bookmarkEnd w:id="77"/>
      <w:r w:rsidRPr="00E87DE2">
        <w:rPr>
          <w:b/>
        </w:rPr>
        <w:t>)</w:t>
      </w:r>
    </w:p>
    <w:p w:rsidR="00B26614" w:rsidRPr="00E87DE2" w:rsidRDefault="00B26614" w:rsidP="00B26614">
      <w:pPr>
        <w:ind w:left="-180" w:firstLine="900"/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190"/>
        <w:gridCol w:w="562"/>
        <w:gridCol w:w="4854"/>
      </w:tblGrid>
      <w:tr w:rsidR="00383BE3" w:rsidRPr="00E87DE2" w:rsidTr="00327ABC">
        <w:trPr>
          <w:cantSplit/>
        </w:trPr>
        <w:tc>
          <w:tcPr>
            <w:tcW w:w="4190" w:type="dxa"/>
          </w:tcPr>
          <w:p w:rsidR="00383BE3" w:rsidRPr="00E87DE2" w:rsidRDefault="00D83157" w:rsidP="002B57BE">
            <w:pPr>
              <w:jc w:val="center"/>
              <w:rPr>
                <w:b/>
                <w:lang w:val="en-US"/>
              </w:rPr>
            </w:pPr>
            <w:bookmarkStart w:id="78" w:name="Bookmark43"/>
            <w:r>
              <w:rPr>
                <w:b/>
                <w:lang w:val="en-US"/>
              </w:rPr>
              <w:t>Управление</w:t>
            </w:r>
            <w:bookmarkEnd w:id="78"/>
          </w:p>
        </w:tc>
        <w:tc>
          <w:tcPr>
            <w:tcW w:w="562" w:type="dxa"/>
          </w:tcPr>
          <w:p w:rsidR="00383BE3" w:rsidRPr="00E87DE2" w:rsidRDefault="00383BE3" w:rsidP="002B57BE">
            <w:pPr>
              <w:jc w:val="center"/>
              <w:rPr>
                <w:b/>
              </w:rPr>
            </w:pPr>
          </w:p>
        </w:tc>
        <w:tc>
          <w:tcPr>
            <w:tcW w:w="4854" w:type="dxa"/>
          </w:tcPr>
          <w:p w:rsidR="00383BE3" w:rsidRPr="00E87DE2" w:rsidRDefault="00383BE3" w:rsidP="002B57BE">
            <w:pPr>
              <w:jc w:val="center"/>
              <w:rPr>
                <w:b/>
              </w:rPr>
            </w:pPr>
            <w:r w:rsidRPr="00E87DE2">
              <w:rPr>
                <w:b/>
              </w:rPr>
              <w:t>Приобретатель</w:t>
            </w:r>
          </w:p>
        </w:tc>
      </w:tr>
      <w:tr w:rsidR="00383BE3" w:rsidRPr="00E87DE2" w:rsidTr="00327ABC">
        <w:trPr>
          <w:cantSplit/>
          <w:trHeight w:val="2490"/>
        </w:trPr>
        <w:tc>
          <w:tcPr>
            <w:tcW w:w="4190" w:type="dxa"/>
          </w:tcPr>
          <w:p w:rsidR="00383BE3" w:rsidRPr="00D83157" w:rsidRDefault="00D83157" w:rsidP="002B57BE">
            <w:pPr>
              <w:rPr>
                <w:b/>
              </w:rPr>
            </w:pPr>
            <w:bookmarkStart w:id="79" w:name="Bookmark44"/>
            <w:r w:rsidRPr="00D83157">
              <w:rPr>
                <w:b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  <w:bookmarkEnd w:id="79"/>
          </w:p>
          <w:p w:rsidR="00383BE3" w:rsidRPr="00D83157" w:rsidRDefault="00D83157" w:rsidP="002B57BE">
            <w:pPr>
              <w:rPr>
                <w:b/>
              </w:rPr>
            </w:pPr>
            <w:bookmarkStart w:id="80" w:name="Bookmark45"/>
            <w:r w:rsidRPr="00D83157">
              <w:rPr>
                <w:b/>
              </w:rPr>
              <w:t>Заместитель начальника Управления</w:t>
            </w:r>
            <w:bookmarkEnd w:id="80"/>
          </w:p>
          <w:p w:rsidR="00383BE3" w:rsidRPr="00E87DE2" w:rsidRDefault="00383BE3" w:rsidP="002B57BE">
            <w:pPr>
              <w:jc w:val="both"/>
              <w:rPr>
                <w:b/>
                <w:highlight w:val="yellow"/>
              </w:rPr>
            </w:pPr>
          </w:p>
          <w:p w:rsidR="00383BE3" w:rsidRPr="00E87DE2" w:rsidRDefault="00383BE3" w:rsidP="002B57BE">
            <w:pPr>
              <w:jc w:val="both"/>
              <w:rPr>
                <w:b/>
              </w:rPr>
            </w:pPr>
            <w:r w:rsidRPr="00E87DE2">
              <w:rPr>
                <w:b/>
              </w:rPr>
              <w:t>___</w:t>
            </w:r>
            <w:r w:rsidR="006468B4">
              <w:rPr>
                <w:b/>
              </w:rPr>
              <w:t>_____</w:t>
            </w:r>
            <w:r w:rsidRPr="00E87DE2">
              <w:rPr>
                <w:b/>
              </w:rPr>
              <w:t xml:space="preserve">_________ </w:t>
            </w:r>
            <w:bookmarkStart w:id="81" w:name="Bookmark46"/>
            <w:r w:rsidR="00D83157">
              <w:rPr>
                <w:b/>
              </w:rPr>
              <w:t>Э.Ш. Сардаров</w:t>
            </w:r>
            <w:bookmarkEnd w:id="81"/>
          </w:p>
          <w:p w:rsidR="00383BE3" w:rsidRPr="00E87DE2" w:rsidRDefault="007232C1" w:rsidP="002B57BE">
            <w:pPr>
              <w:jc w:val="both"/>
              <w:rPr>
                <w:b/>
              </w:rPr>
            </w:pPr>
            <w:r w:rsidRPr="00E87DE2">
              <w:t>М.П.</w:t>
            </w:r>
          </w:p>
        </w:tc>
        <w:tc>
          <w:tcPr>
            <w:tcW w:w="562" w:type="dxa"/>
          </w:tcPr>
          <w:p w:rsidR="00383BE3" w:rsidRPr="00E87DE2" w:rsidRDefault="00383BE3" w:rsidP="002B57BE">
            <w:pPr>
              <w:jc w:val="both"/>
              <w:rPr>
                <w:b/>
              </w:rPr>
            </w:pPr>
          </w:p>
        </w:tc>
        <w:tc>
          <w:tcPr>
            <w:tcW w:w="48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32C1" w:rsidRDefault="007232C1"/>
          <w:tbl>
            <w:tblPr>
              <w:tblW w:w="4854" w:type="dxa"/>
              <w:tblLook w:val="01E0" w:firstRow="1" w:lastRow="1" w:firstColumn="1" w:lastColumn="1" w:noHBand="0" w:noVBand="0"/>
            </w:tblPr>
            <w:tblGrid>
              <w:gridCol w:w="4854"/>
            </w:tblGrid>
            <w:tr w:rsidR="00383BE3" w:rsidRPr="00E87DE2" w:rsidTr="00327ABC">
              <w:trPr>
                <w:trHeight w:val="1452"/>
              </w:trPr>
              <w:tc>
                <w:tcPr>
                  <w:tcW w:w="4854" w:type="dxa"/>
                </w:tcPr>
                <w:p w:rsidR="00D83157" w:rsidRDefault="00D83157" w:rsidP="002B57BE">
                  <w:pPr>
                    <w:ind w:left="360"/>
                    <w:rPr>
                      <w:b/>
                    </w:rPr>
                  </w:pPr>
                  <w:bookmarkStart w:id="82" w:name="Bookmark47"/>
                  <w:r>
                    <w:rPr>
                      <w:b/>
                    </w:rPr>
                    <w:t xml:space="preserve">ПАО "Башинформсвязь"  Генеральный директор </w:t>
                  </w:r>
                  <w:r w:rsidR="00A958BA">
                    <w:rPr>
                      <w:b/>
                    </w:rPr>
                    <w:t xml:space="preserve"> Долгоаршинных М.Г.</w:t>
                  </w:r>
                </w:p>
                <w:p w:rsidR="00D83157" w:rsidRDefault="00D83157" w:rsidP="002B57BE">
                  <w:pPr>
                    <w:ind w:left="360"/>
                    <w:rPr>
                      <w:b/>
                    </w:rPr>
                  </w:pPr>
                </w:p>
                <w:p w:rsidR="00A958BA" w:rsidRDefault="00D83157" w:rsidP="00A958BA">
                  <w:pPr>
                    <w:ind w:left="360"/>
                    <w:rPr>
                      <w:b/>
                    </w:rPr>
                  </w:pPr>
                  <w:r>
                    <w:rPr>
                      <w:b/>
                    </w:rPr>
                    <w:t xml:space="preserve">____________  </w:t>
                  </w:r>
                  <w:r w:rsidR="00A958BA">
                    <w:rPr>
                      <w:b/>
                    </w:rPr>
                    <w:t xml:space="preserve"> Долгоаршинных М.Г.</w:t>
                  </w:r>
                </w:p>
                <w:p w:rsidR="00D83157" w:rsidRDefault="00D83157" w:rsidP="002B57BE">
                  <w:pPr>
                    <w:ind w:left="360"/>
                    <w:rPr>
                      <w:b/>
                    </w:rPr>
                  </w:pPr>
                </w:p>
                <w:p w:rsidR="00D83157" w:rsidRDefault="00D83157" w:rsidP="002B57BE">
                  <w:pPr>
                    <w:ind w:left="360"/>
                    <w:rPr>
                      <w:b/>
                    </w:rPr>
                  </w:pPr>
                </w:p>
                <w:p w:rsidR="00D83157" w:rsidRDefault="007232C1" w:rsidP="002B57BE">
                  <w:pPr>
                    <w:ind w:left="360"/>
                    <w:rPr>
                      <w:b/>
                    </w:rPr>
                  </w:pPr>
                  <w:r w:rsidRPr="00E87DE2">
                    <w:t>М.П.</w:t>
                  </w:r>
                </w:p>
                <w:bookmarkEnd w:id="82"/>
                <w:p w:rsidR="00383BE3" w:rsidRPr="00383BE3" w:rsidRDefault="00383BE3" w:rsidP="002B57BE">
                  <w:pPr>
                    <w:ind w:left="360"/>
                    <w:rPr>
                      <w:b/>
                    </w:rPr>
                  </w:pPr>
                </w:p>
                <w:p w:rsidR="00383BE3" w:rsidRPr="007232C1" w:rsidRDefault="00383BE3" w:rsidP="002B57BE">
                  <w:pPr>
                    <w:rPr>
                      <w:b/>
                    </w:rPr>
                  </w:pPr>
                </w:p>
              </w:tc>
            </w:tr>
          </w:tbl>
          <w:p w:rsidR="00383BE3" w:rsidRPr="00E87DE2" w:rsidRDefault="00383BE3" w:rsidP="002B57BE">
            <w:pPr>
              <w:ind w:left="360"/>
              <w:rPr>
                <w:b/>
              </w:rPr>
            </w:pPr>
          </w:p>
        </w:tc>
      </w:tr>
      <w:tr w:rsidR="00383BE3" w:rsidRPr="00E87DE2" w:rsidTr="00327ABC">
        <w:trPr>
          <w:cantSplit/>
          <w:trHeight w:val="619"/>
        </w:trPr>
        <w:tc>
          <w:tcPr>
            <w:tcW w:w="4190" w:type="dxa"/>
          </w:tcPr>
          <w:p w:rsidR="00383BE3" w:rsidRPr="007232C1" w:rsidRDefault="00383BE3" w:rsidP="002B57BE">
            <w:pPr>
              <w:jc w:val="right"/>
            </w:pPr>
          </w:p>
          <w:p w:rsidR="00383BE3" w:rsidRPr="007232C1" w:rsidRDefault="00383BE3" w:rsidP="002B57BE">
            <w:pPr>
              <w:jc w:val="right"/>
              <w:rPr>
                <w:highlight w:val="yellow"/>
              </w:rPr>
            </w:pPr>
          </w:p>
        </w:tc>
        <w:tc>
          <w:tcPr>
            <w:tcW w:w="562" w:type="dxa"/>
          </w:tcPr>
          <w:p w:rsidR="00383BE3" w:rsidRPr="00E87DE2" w:rsidRDefault="00383BE3" w:rsidP="002B57BE">
            <w:pPr>
              <w:jc w:val="right"/>
              <w:rPr>
                <w:highlight w:val="yellow"/>
              </w:rPr>
            </w:pPr>
          </w:p>
        </w:tc>
        <w:tc>
          <w:tcPr>
            <w:tcW w:w="4854" w:type="dxa"/>
          </w:tcPr>
          <w:p w:rsidR="00383BE3" w:rsidRPr="007232C1" w:rsidRDefault="00383BE3" w:rsidP="002B57BE">
            <w:pPr>
              <w:jc w:val="right"/>
            </w:pPr>
          </w:p>
          <w:p w:rsidR="00383BE3" w:rsidRPr="00E87DE2" w:rsidRDefault="00383BE3" w:rsidP="002B57BE">
            <w:pPr>
              <w:jc w:val="right"/>
            </w:pPr>
          </w:p>
        </w:tc>
      </w:tr>
    </w:tbl>
    <w:p w:rsidR="00B26614" w:rsidRPr="00E87DE2" w:rsidRDefault="00B26614" w:rsidP="00B26614">
      <w:pPr>
        <w:ind w:left="-180" w:firstLine="900"/>
      </w:pPr>
    </w:p>
    <w:p w:rsidR="00B26614" w:rsidRPr="00E87DE2" w:rsidRDefault="00B26614" w:rsidP="00B26614">
      <w:pPr>
        <w:ind w:left="-180" w:firstLine="900"/>
      </w:pPr>
    </w:p>
    <w:p w:rsidR="00B26614" w:rsidRPr="00E87DE2" w:rsidRDefault="00B26614" w:rsidP="00B26614">
      <w:pPr>
        <w:ind w:left="-180" w:firstLine="900"/>
      </w:pPr>
      <w:r w:rsidRPr="00E87DE2">
        <w:t xml:space="preserve">Исполнитель:  </w:t>
      </w:r>
      <w:bookmarkStart w:id="83" w:name="Executor"/>
      <w:r w:rsidR="00D83157">
        <w:t>Зонова Любовь Николаевна</w:t>
      </w:r>
      <w:bookmarkEnd w:id="83"/>
      <w:r w:rsidRPr="00E87DE2">
        <w:t>__________________</w:t>
      </w:r>
    </w:p>
    <w:p w:rsidR="00B26614" w:rsidRPr="00E87DE2" w:rsidRDefault="00B26614" w:rsidP="00B26614">
      <w:pPr>
        <w:jc w:val="center"/>
      </w:pPr>
      <w:r w:rsidRPr="00E87DE2">
        <w:br w:type="page"/>
      </w:r>
      <w:r w:rsidRPr="00E87DE2">
        <w:rPr>
          <w:b/>
          <w:bCs/>
        </w:rPr>
        <w:t>Акт приема-передачи земельного участка</w:t>
      </w:r>
    </w:p>
    <w:p w:rsidR="00B26614" w:rsidRPr="00E87DE2" w:rsidRDefault="00B26614" w:rsidP="00B2661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87DE2">
        <w:rPr>
          <w:b/>
          <w:bCs/>
        </w:rPr>
        <w:t xml:space="preserve">к Договору №  </w:t>
      </w:r>
      <w:bookmarkStart w:id="84" w:name="No2"/>
      <w:r w:rsidR="00D83157">
        <w:rPr>
          <w:b/>
          <w:bCs/>
        </w:rPr>
        <w:t>____________</w:t>
      </w:r>
      <w:bookmarkEnd w:id="84"/>
      <w:r w:rsidRPr="00E87DE2">
        <w:rPr>
          <w:b/>
          <w:bCs/>
        </w:rPr>
        <w:t xml:space="preserve">  от  «</w:t>
      </w:r>
      <w:bookmarkStart w:id="85" w:name="Day2"/>
      <w:r w:rsidR="00D83157">
        <w:rPr>
          <w:b/>
          <w:bCs/>
        </w:rPr>
        <w:t>_____</w:t>
      </w:r>
      <w:bookmarkEnd w:id="85"/>
      <w:r w:rsidRPr="00E87DE2">
        <w:rPr>
          <w:b/>
          <w:bCs/>
        </w:rPr>
        <w:t xml:space="preserve">»  </w:t>
      </w:r>
      <w:bookmarkStart w:id="86" w:name="Month2"/>
      <w:r w:rsidR="00D83157">
        <w:rPr>
          <w:b/>
          <w:bCs/>
        </w:rPr>
        <w:t>_____</w:t>
      </w:r>
      <w:bookmarkEnd w:id="86"/>
      <w:r w:rsidRPr="00E87DE2">
        <w:rPr>
          <w:b/>
          <w:bCs/>
        </w:rPr>
        <w:t xml:space="preserve">  </w:t>
      </w:r>
      <w:bookmarkStart w:id="87" w:name="Year2"/>
      <w:r w:rsidR="00D83157">
        <w:rPr>
          <w:b/>
          <w:bCs/>
        </w:rPr>
        <w:t>________</w:t>
      </w:r>
      <w:bookmarkEnd w:id="87"/>
      <w:r w:rsidRPr="00E87DE2">
        <w:rPr>
          <w:b/>
          <w:bCs/>
        </w:rPr>
        <w:t>г. о предоставлении земельного участка в собственность за плату</w:t>
      </w:r>
    </w:p>
    <w:p w:rsidR="00B26614" w:rsidRPr="00E87DE2" w:rsidRDefault="00B26614" w:rsidP="00B26614">
      <w:pPr>
        <w:widowControl w:val="0"/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6"/>
        <w:gridCol w:w="4975"/>
      </w:tblGrid>
      <w:tr w:rsidR="00B26614" w:rsidRPr="00E87DE2">
        <w:trPr>
          <w:trHeight w:val="379"/>
        </w:trPr>
        <w:tc>
          <w:tcPr>
            <w:tcW w:w="5494" w:type="dxa"/>
            <w:vAlign w:val="center"/>
          </w:tcPr>
          <w:p w:rsidR="00B26614" w:rsidRPr="00E87DE2" w:rsidRDefault="00B26614">
            <w:pPr>
              <w:keepLines/>
              <w:autoSpaceDE w:val="0"/>
              <w:autoSpaceDN w:val="0"/>
              <w:adjustRightInd w:val="0"/>
              <w:spacing w:line="192" w:lineRule="auto"/>
              <w:rPr>
                <w:sz w:val="22"/>
                <w:szCs w:val="22"/>
              </w:rPr>
            </w:pPr>
            <w:r w:rsidRPr="00E87DE2">
              <w:rPr>
                <w:sz w:val="22"/>
                <w:szCs w:val="22"/>
              </w:rPr>
              <w:t>г. Уфа</w:t>
            </w:r>
          </w:p>
        </w:tc>
        <w:tc>
          <w:tcPr>
            <w:tcW w:w="5494" w:type="dxa"/>
            <w:vAlign w:val="center"/>
          </w:tcPr>
          <w:p w:rsidR="00B26614" w:rsidRPr="00E87DE2" w:rsidRDefault="00B26614" w:rsidP="00D83157">
            <w:pPr>
              <w:keepLines/>
              <w:autoSpaceDE w:val="0"/>
              <w:autoSpaceDN w:val="0"/>
              <w:adjustRightInd w:val="0"/>
              <w:spacing w:line="192" w:lineRule="auto"/>
              <w:jc w:val="right"/>
              <w:rPr>
                <w:sz w:val="22"/>
                <w:szCs w:val="22"/>
              </w:rPr>
            </w:pPr>
            <w:r w:rsidRPr="00E87DE2">
              <w:rPr>
                <w:sz w:val="22"/>
                <w:szCs w:val="22"/>
              </w:rPr>
              <w:t>«</w:t>
            </w:r>
            <w:bookmarkStart w:id="88" w:name="СDay4"/>
            <w:r w:rsidR="00D83157">
              <w:rPr>
                <w:sz w:val="22"/>
                <w:szCs w:val="22"/>
              </w:rPr>
              <w:t>_____</w:t>
            </w:r>
            <w:bookmarkEnd w:id="88"/>
            <w:r w:rsidRPr="00E87DE2">
              <w:rPr>
                <w:sz w:val="22"/>
                <w:szCs w:val="22"/>
              </w:rPr>
              <w:t>»</w:t>
            </w:r>
            <w:r w:rsidRPr="00E87DE2">
              <w:rPr>
                <w:sz w:val="22"/>
                <w:szCs w:val="22"/>
                <w:lang w:val="en-US"/>
              </w:rPr>
              <w:t> </w:t>
            </w:r>
            <w:bookmarkStart w:id="89" w:name="Cmonth4"/>
            <w:r w:rsidR="00D83157">
              <w:rPr>
                <w:sz w:val="22"/>
                <w:szCs w:val="22"/>
                <w:lang w:val="en-US"/>
              </w:rPr>
              <w:t>_____</w:t>
            </w:r>
            <w:bookmarkEnd w:id="89"/>
            <w:r w:rsidRPr="00E87DE2">
              <w:rPr>
                <w:sz w:val="22"/>
                <w:szCs w:val="22"/>
                <w:lang w:val="en-US"/>
              </w:rPr>
              <w:t> </w:t>
            </w:r>
            <w:bookmarkStart w:id="90" w:name="CYear4"/>
            <w:r w:rsidR="00D83157">
              <w:rPr>
                <w:sz w:val="22"/>
                <w:szCs w:val="22"/>
                <w:lang w:val="en-US"/>
              </w:rPr>
              <w:t>________</w:t>
            </w:r>
            <w:bookmarkEnd w:id="90"/>
            <w:r w:rsidRPr="00E87DE2">
              <w:rPr>
                <w:sz w:val="22"/>
                <w:szCs w:val="22"/>
              </w:rPr>
              <w:t>г.</w:t>
            </w:r>
          </w:p>
        </w:tc>
      </w:tr>
    </w:tbl>
    <w:p w:rsidR="00B26614" w:rsidRPr="00E87DE2" w:rsidRDefault="00B26614" w:rsidP="00B26614">
      <w:pPr>
        <w:widowControl w:val="0"/>
        <w:autoSpaceDE w:val="0"/>
        <w:autoSpaceDN w:val="0"/>
        <w:adjustRightInd w:val="0"/>
        <w:rPr>
          <w:lang w:val="en-US"/>
        </w:rPr>
      </w:pPr>
    </w:p>
    <w:p w:rsidR="00B26614" w:rsidRPr="00E87DE2" w:rsidRDefault="00D83157" w:rsidP="00B26614">
      <w:pPr>
        <w:ind w:firstLine="567"/>
        <w:jc w:val="both"/>
      </w:pPr>
      <w:bookmarkStart w:id="91" w:name="Bookmark7"/>
      <w:r>
        <w:t>Управление земельных и имущественных отношений Администрации городского округа город Уфа Республики Башкортостан</w:t>
      </w:r>
      <w:bookmarkEnd w:id="91"/>
      <w:r w:rsidR="00AF2887" w:rsidRPr="00E87DE2">
        <w:t>, именуемое</w:t>
      </w:r>
      <w:r w:rsidR="00B26614" w:rsidRPr="00E87DE2">
        <w:t xml:space="preserve"> в дальнейшем «</w:t>
      </w:r>
      <w:bookmarkStart w:id="92" w:name="Bookmark19"/>
      <w:r>
        <w:t>Управление</w:t>
      </w:r>
      <w:bookmarkEnd w:id="92"/>
      <w:r w:rsidR="00B26614" w:rsidRPr="00E87DE2">
        <w:t xml:space="preserve">», </w:t>
      </w:r>
      <w:r w:rsidR="005B4770" w:rsidRPr="00E87DE2">
        <w:t xml:space="preserve">в лице </w:t>
      </w:r>
      <w:r w:rsidR="008E4CC0" w:rsidRPr="00E87DE2">
        <w:t xml:space="preserve"> </w:t>
      </w:r>
      <w:bookmarkStart w:id="93" w:name="Bookmark8"/>
      <w:r>
        <w:t>заместителя начальника Управления Сардарова Эдуарда Шаликоевича</w:t>
      </w:r>
      <w:bookmarkEnd w:id="93"/>
      <w:r w:rsidR="005B4770" w:rsidRPr="00E87DE2">
        <w:t>, действу</w:t>
      </w:r>
      <w:r w:rsidR="00AF2887" w:rsidRPr="00E87DE2">
        <w:t xml:space="preserve">ющего на основании </w:t>
      </w:r>
      <w:r w:rsidR="008E4CC0" w:rsidRPr="00E87DE2">
        <w:t xml:space="preserve"> </w:t>
      </w:r>
      <w:bookmarkStart w:id="94" w:name="Bookmark9"/>
      <w:r>
        <w:t>Положения и приказа Управления № 91/о от 07.08.2014 г.</w:t>
      </w:r>
      <w:bookmarkEnd w:id="94"/>
      <w:r w:rsidR="005B4770" w:rsidRPr="00E87DE2">
        <w:t xml:space="preserve">, </w:t>
      </w:r>
      <w:r w:rsidR="00B26614" w:rsidRPr="00E87DE2">
        <w:t>с одной стороны, и</w:t>
      </w:r>
      <w:r w:rsidR="00B26614" w:rsidRPr="00E87DE2">
        <w:rPr>
          <w:b/>
        </w:rPr>
        <w:t xml:space="preserve">  </w:t>
      </w:r>
      <w:bookmarkStart w:id="95" w:name="PurchaserName2"/>
      <w:r>
        <w:rPr>
          <w:b/>
        </w:rPr>
        <w:t>Публичное акционерное общество "Башинформсвязь"</w:t>
      </w:r>
      <w:bookmarkEnd w:id="95"/>
      <w:r w:rsidR="00B26614" w:rsidRPr="00E87DE2">
        <w:rPr>
          <w:bCs/>
          <w:iCs/>
        </w:rPr>
        <w:t>,</w:t>
      </w:r>
      <w:bookmarkStart w:id="96" w:name="isOrg2"/>
      <w:bookmarkStart w:id="97" w:name="ExistOrgStaff2"/>
      <w:r w:rsidRPr="00E87DE2">
        <w:t xml:space="preserve"> </w:t>
      </w:r>
      <w:r w:rsidR="00B26614" w:rsidRPr="00E87DE2">
        <w:t>в лице</w:t>
      </w:r>
      <w:bookmarkStart w:id="98" w:name="Purchaser_Employee2"/>
      <w:bookmarkEnd w:id="96"/>
      <w:r>
        <w:t xml:space="preserve"> генерального директора </w:t>
      </w:r>
      <w:bookmarkEnd w:id="98"/>
      <w:r w:rsidR="00A958BA">
        <w:t>Долгоаршинных Марата Гайнулловича</w:t>
      </w:r>
      <w:r w:rsidR="00B26614" w:rsidRPr="00E87DE2">
        <w:rPr>
          <w:b/>
        </w:rPr>
        <w:t>,</w:t>
      </w:r>
      <w:bookmarkStart w:id="99" w:name="Ground2"/>
      <w:bookmarkStart w:id="100" w:name="existSignerDoc2"/>
      <w:r w:rsidR="007232C1">
        <w:rPr>
          <w:b/>
        </w:rPr>
        <w:t xml:space="preserve"> </w:t>
      </w:r>
      <w:r>
        <w:rPr>
          <w:b/>
        </w:rPr>
        <w:t>действующего</w:t>
      </w:r>
      <w:bookmarkEnd w:id="99"/>
      <w:r w:rsidRPr="00E87DE2">
        <w:t xml:space="preserve"> </w:t>
      </w:r>
      <w:r w:rsidR="00B26614" w:rsidRPr="00E87DE2">
        <w:t xml:space="preserve">на основании </w:t>
      </w:r>
      <w:r w:rsidR="00B26614" w:rsidRPr="00E87DE2">
        <w:rPr>
          <w:b/>
        </w:rPr>
        <w:t xml:space="preserve"> </w:t>
      </w:r>
      <w:bookmarkStart w:id="101" w:name="Pretender_Signer_Doc2"/>
      <w:bookmarkEnd w:id="97"/>
      <w:r>
        <w:rPr>
          <w:b/>
        </w:rPr>
        <w:t>Устава</w:t>
      </w:r>
      <w:bookmarkEnd w:id="101"/>
      <w:r w:rsidR="00B26614" w:rsidRPr="00E87DE2">
        <w:t>,</w:t>
      </w:r>
      <w:bookmarkStart w:id="102" w:name="OrgOrPerson2"/>
      <w:bookmarkEnd w:id="100"/>
      <w:r>
        <w:t xml:space="preserve"> именуемое в дальнейшем ''Приобретатель''</w:t>
      </w:r>
      <w:bookmarkEnd w:id="102"/>
      <w:r w:rsidR="00B26614" w:rsidRPr="00E87DE2">
        <w:t>, с другой стороны, составили настоящий акт (далее – Акт) о нижеследующем.</w:t>
      </w:r>
    </w:p>
    <w:p w:rsidR="00B26614" w:rsidRPr="00E87DE2" w:rsidRDefault="00B26614" w:rsidP="00B26614">
      <w:pPr>
        <w:ind w:firstLine="567"/>
        <w:jc w:val="both"/>
        <w:rPr>
          <w:color w:val="000000"/>
        </w:rPr>
      </w:pPr>
      <w:r w:rsidRPr="00E87DE2">
        <w:rPr>
          <w:color w:val="000000"/>
        </w:rPr>
        <w:t>1.</w:t>
      </w:r>
      <w:bookmarkStart w:id="103" w:name="Bookmark21"/>
      <w:r w:rsidR="00D83157">
        <w:rPr>
          <w:color w:val="000000"/>
        </w:rPr>
        <w:t>Управление</w:t>
      </w:r>
      <w:bookmarkEnd w:id="103"/>
      <w:r w:rsidR="00CD504D" w:rsidRPr="00E87DE2">
        <w:rPr>
          <w:color w:val="000000"/>
        </w:rPr>
        <w:t xml:space="preserve"> </w:t>
      </w:r>
      <w:r w:rsidRPr="00E87DE2">
        <w:rPr>
          <w:color w:val="000000"/>
        </w:rPr>
        <w:t xml:space="preserve"> в соответствии с договором о предоставлении земельного участка в собственность за плату №</w:t>
      </w:r>
      <w:bookmarkStart w:id="104" w:name="No3"/>
      <w:r w:rsidR="00D83157">
        <w:rPr>
          <w:color w:val="000000"/>
        </w:rPr>
        <w:t>____________</w:t>
      </w:r>
      <w:bookmarkEnd w:id="104"/>
      <w:r w:rsidRPr="00E87DE2">
        <w:rPr>
          <w:color w:val="000000"/>
        </w:rPr>
        <w:t xml:space="preserve">  от «</w:t>
      </w:r>
      <w:bookmarkStart w:id="105" w:name="Day3"/>
      <w:r w:rsidR="00D83157">
        <w:rPr>
          <w:color w:val="000000"/>
        </w:rPr>
        <w:t>_____</w:t>
      </w:r>
      <w:bookmarkEnd w:id="105"/>
      <w:r w:rsidRPr="00E87DE2">
        <w:rPr>
          <w:color w:val="000000"/>
        </w:rPr>
        <w:t xml:space="preserve">»  </w:t>
      </w:r>
      <w:bookmarkStart w:id="106" w:name="Month3"/>
      <w:r w:rsidR="00D83157">
        <w:rPr>
          <w:color w:val="000000"/>
        </w:rPr>
        <w:t>_____</w:t>
      </w:r>
      <w:bookmarkEnd w:id="106"/>
      <w:r w:rsidRPr="00E87DE2">
        <w:t xml:space="preserve">  </w:t>
      </w:r>
      <w:bookmarkStart w:id="107" w:name="Year3"/>
      <w:r w:rsidR="00D83157">
        <w:t>________</w:t>
      </w:r>
      <w:bookmarkEnd w:id="107"/>
      <w:r w:rsidRPr="00E87DE2">
        <w:rPr>
          <w:color w:val="000000"/>
        </w:rPr>
        <w:t xml:space="preserve">г. </w:t>
      </w:r>
      <w:r w:rsidR="00823694">
        <w:rPr>
          <w:color w:val="000000"/>
        </w:rPr>
        <w:t>п</w:t>
      </w:r>
      <w:r w:rsidRPr="00E87DE2">
        <w:rPr>
          <w:color w:val="000000"/>
        </w:rPr>
        <w:t>ередал</w:t>
      </w:r>
      <w:r w:rsidR="00CD504D" w:rsidRPr="00E87DE2">
        <w:rPr>
          <w:color w:val="000000"/>
        </w:rPr>
        <w:t>о</w:t>
      </w:r>
      <w:r w:rsidR="00CA356F">
        <w:rPr>
          <w:color w:val="000000"/>
        </w:rPr>
        <w:t>, а</w:t>
      </w:r>
      <w:bookmarkStart w:id="108" w:name="Bookmark48"/>
      <w:r w:rsidR="00D83157">
        <w:rPr>
          <w:color w:val="000000"/>
        </w:rPr>
        <w:t xml:space="preserve"> Приобретатель принял в собственность</w:t>
      </w:r>
      <w:bookmarkEnd w:id="108"/>
      <w:r w:rsidRPr="00E87DE2">
        <w:rPr>
          <w:color w:val="000000"/>
        </w:rPr>
        <w:t>:</w:t>
      </w:r>
    </w:p>
    <w:p w:rsidR="00B26614" w:rsidRPr="00E87DE2" w:rsidRDefault="00B26614" w:rsidP="00B26614">
      <w:pPr>
        <w:pStyle w:val="ConsNonforma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E87DE2">
        <w:rPr>
          <w:rFonts w:ascii="Times New Roman" w:hAnsi="Times New Roman" w:cs="Times New Roman"/>
          <w:sz w:val="24"/>
          <w:szCs w:val="24"/>
        </w:rPr>
        <w:t xml:space="preserve">земельный участок из земель населенных пунктов с кадастровым номером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09" w:name="Bookmark34"/>
      <w:r w:rsidR="00D83157">
        <w:rPr>
          <w:rFonts w:ascii="Times New Roman" w:hAnsi="Times New Roman" w:cs="Times New Roman"/>
          <w:b/>
          <w:sz w:val="24"/>
          <w:szCs w:val="24"/>
        </w:rPr>
        <w:t>02:55:010119:140</w:t>
      </w:r>
      <w:bookmarkEnd w:id="109"/>
      <w:r w:rsidRPr="00E87DE2">
        <w:rPr>
          <w:rFonts w:ascii="Times New Roman" w:hAnsi="Times New Roman" w:cs="Times New Roman"/>
          <w:sz w:val="24"/>
          <w:szCs w:val="24"/>
        </w:rPr>
        <w:t>, расположенный по адресу:</w:t>
      </w:r>
      <w:bookmarkStart w:id="110" w:name="PostAddr2"/>
      <w:r w:rsidR="007232C1">
        <w:rPr>
          <w:rFonts w:ascii="Times New Roman" w:hAnsi="Times New Roman" w:cs="Times New Roman"/>
          <w:sz w:val="24"/>
          <w:szCs w:val="24"/>
        </w:rPr>
        <w:t xml:space="preserve"> </w:t>
      </w:r>
      <w:r w:rsidR="00D83157">
        <w:rPr>
          <w:rFonts w:ascii="Times New Roman" w:hAnsi="Times New Roman" w:cs="Times New Roman"/>
          <w:b/>
          <w:sz w:val="24"/>
          <w:szCs w:val="24"/>
        </w:rPr>
        <w:t>Кировский район городского округа город Уфа Республики Башкортостан, ул. Ленина, д. 30</w:t>
      </w:r>
      <w:bookmarkEnd w:id="110"/>
      <w:r w:rsidR="007232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sz w:val="24"/>
          <w:szCs w:val="24"/>
        </w:rPr>
        <w:t xml:space="preserve">(далее – Участок),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11" w:name="UsingKind2"/>
      <w:r w:rsidR="00D83157">
        <w:rPr>
          <w:rFonts w:ascii="Times New Roman" w:hAnsi="Times New Roman" w:cs="Times New Roman"/>
          <w:b/>
          <w:sz w:val="24"/>
          <w:szCs w:val="24"/>
        </w:rPr>
        <w:t>под деловое управление, производственная деятельность, общественное питание</w:t>
      </w:r>
      <w:bookmarkEnd w:id="111"/>
      <w:r w:rsidR="007232C1">
        <w:rPr>
          <w:rFonts w:ascii="Times New Roman" w:hAnsi="Times New Roman" w:cs="Times New Roman"/>
          <w:b/>
          <w:sz w:val="24"/>
          <w:szCs w:val="24"/>
        </w:rPr>
        <w:t xml:space="preserve"> (для размещения офисно - производственного здания, пункта общественного питания)</w:t>
      </w:r>
      <w:r w:rsidR="007232C1" w:rsidRPr="00E87DE2">
        <w:rPr>
          <w:rFonts w:ascii="Times New Roman" w:hAnsi="Times New Roman" w:cs="Times New Roman"/>
          <w:sz w:val="24"/>
          <w:szCs w:val="24"/>
        </w:rPr>
        <w:t>,</w:t>
      </w:r>
      <w:r w:rsidRPr="00E87DE2">
        <w:rPr>
          <w:rFonts w:ascii="Times New Roman" w:hAnsi="Times New Roman" w:cs="Times New Roman"/>
          <w:sz w:val="24"/>
          <w:szCs w:val="24"/>
        </w:rPr>
        <w:t xml:space="preserve"> в г</w:t>
      </w:r>
      <w:r w:rsidR="00574F07" w:rsidRPr="00E87DE2">
        <w:rPr>
          <w:rFonts w:ascii="Times New Roman" w:hAnsi="Times New Roman" w:cs="Times New Roman"/>
          <w:sz w:val="24"/>
          <w:szCs w:val="24"/>
        </w:rPr>
        <w:t>раницах, указанных в кадастровом</w:t>
      </w:r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="00574F07" w:rsidRPr="00E87DE2">
        <w:rPr>
          <w:rFonts w:ascii="Times New Roman" w:hAnsi="Times New Roman" w:cs="Times New Roman"/>
          <w:sz w:val="24"/>
          <w:szCs w:val="24"/>
        </w:rPr>
        <w:t>паспорте</w:t>
      </w:r>
      <w:r w:rsidRPr="00E87DE2">
        <w:rPr>
          <w:rFonts w:ascii="Times New Roman" w:hAnsi="Times New Roman" w:cs="Times New Roman"/>
          <w:sz w:val="24"/>
          <w:szCs w:val="24"/>
        </w:rPr>
        <w:t xml:space="preserve"> Участка, прилагаемо</w:t>
      </w:r>
      <w:r w:rsidR="00574F07" w:rsidRPr="00E87DE2">
        <w:rPr>
          <w:rFonts w:ascii="Times New Roman" w:hAnsi="Times New Roman" w:cs="Times New Roman"/>
          <w:sz w:val="24"/>
          <w:szCs w:val="24"/>
        </w:rPr>
        <w:t>м</w:t>
      </w:r>
      <w:r w:rsidRPr="00E87DE2">
        <w:rPr>
          <w:rFonts w:ascii="Times New Roman" w:hAnsi="Times New Roman" w:cs="Times New Roman"/>
          <w:sz w:val="24"/>
          <w:szCs w:val="24"/>
        </w:rPr>
        <w:t xml:space="preserve"> к Договору передачи земельного </w:t>
      </w:r>
      <w:r w:rsidR="00E67278">
        <w:rPr>
          <w:rFonts w:ascii="Times New Roman" w:hAnsi="Times New Roman" w:cs="Times New Roman"/>
          <w:sz w:val="24"/>
          <w:szCs w:val="24"/>
        </w:rPr>
        <w:t>участка в собственность</w:t>
      </w:r>
      <w:r w:rsidRPr="00E87DE2">
        <w:rPr>
          <w:rFonts w:ascii="Times New Roman" w:hAnsi="Times New Roman" w:cs="Times New Roman"/>
          <w:sz w:val="24"/>
          <w:szCs w:val="24"/>
        </w:rPr>
        <w:t xml:space="preserve">, общей площадью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12" w:name="Area2"/>
      <w:r w:rsidR="00D83157">
        <w:rPr>
          <w:rFonts w:ascii="Times New Roman" w:hAnsi="Times New Roman" w:cs="Times New Roman"/>
          <w:b/>
          <w:sz w:val="24"/>
          <w:szCs w:val="24"/>
        </w:rPr>
        <w:t>2073</w:t>
      </w:r>
      <w:bookmarkEnd w:id="112"/>
      <w:r w:rsidRPr="00E87DE2">
        <w:rPr>
          <w:rFonts w:ascii="Times New Roman" w:hAnsi="Times New Roman" w:cs="Times New Roman"/>
          <w:sz w:val="24"/>
          <w:szCs w:val="24"/>
        </w:rPr>
        <w:t xml:space="preserve"> </w:t>
      </w:r>
      <w:r w:rsidRPr="00E87DE2">
        <w:rPr>
          <w:rFonts w:ascii="Times New Roman" w:hAnsi="Times New Roman" w:cs="Times New Roman"/>
          <w:b/>
          <w:sz w:val="24"/>
          <w:szCs w:val="24"/>
        </w:rPr>
        <w:t xml:space="preserve"> кв.м.</w:t>
      </w:r>
    </w:p>
    <w:p w:rsidR="00B26614" w:rsidRPr="00E87DE2" w:rsidRDefault="00B26614" w:rsidP="00B26614">
      <w:pPr>
        <w:ind w:firstLine="720"/>
        <w:jc w:val="both"/>
        <w:rPr>
          <w:color w:val="000000"/>
        </w:rPr>
      </w:pPr>
      <w:r w:rsidRPr="00E87DE2">
        <w:rPr>
          <w:color w:val="000000"/>
        </w:rPr>
        <w:t xml:space="preserve">2. Участок передан в состоянии, пригодном для </w:t>
      </w:r>
      <w:r w:rsidR="00CA356F">
        <w:rPr>
          <w:color w:val="000000"/>
        </w:rPr>
        <w:t>его</w:t>
      </w:r>
      <w:r w:rsidRPr="00E87DE2">
        <w:rPr>
          <w:color w:val="000000"/>
        </w:rPr>
        <w:t xml:space="preserve"> использования в соответствии с целевым назначением.</w:t>
      </w:r>
    </w:p>
    <w:p w:rsidR="00B26614" w:rsidRPr="00E87DE2" w:rsidRDefault="00B26614" w:rsidP="00B26614">
      <w:pPr>
        <w:ind w:firstLine="708"/>
        <w:jc w:val="both"/>
        <w:rPr>
          <w:color w:val="000000"/>
        </w:rPr>
      </w:pPr>
      <w:r w:rsidRPr="00E87DE2">
        <w:rPr>
          <w:color w:val="000000"/>
        </w:rPr>
        <w:t xml:space="preserve">3. Претензий у </w:t>
      </w:r>
      <w:r w:rsidR="00533F4B" w:rsidRPr="00E87DE2">
        <w:rPr>
          <w:color w:val="000000"/>
        </w:rPr>
        <w:t>Приобретател</w:t>
      </w:r>
      <w:r w:rsidRPr="00E87DE2">
        <w:rPr>
          <w:color w:val="000000"/>
        </w:rPr>
        <w:t xml:space="preserve">я к </w:t>
      </w:r>
      <w:r w:rsidR="00D21659" w:rsidRPr="00E87DE2">
        <w:rPr>
          <w:color w:val="000000"/>
        </w:rPr>
        <w:t xml:space="preserve"> </w:t>
      </w:r>
      <w:bookmarkStart w:id="113" w:name="Bookmark22"/>
      <w:r w:rsidR="00D83157">
        <w:rPr>
          <w:color w:val="000000"/>
        </w:rPr>
        <w:t>Управлению</w:t>
      </w:r>
      <w:bookmarkEnd w:id="113"/>
      <w:r w:rsidRPr="00E87DE2">
        <w:rPr>
          <w:color w:val="000000"/>
        </w:rPr>
        <w:t xml:space="preserve"> </w:t>
      </w:r>
      <w:r w:rsidR="00D21659" w:rsidRPr="00E87DE2">
        <w:rPr>
          <w:color w:val="000000"/>
        </w:rPr>
        <w:t xml:space="preserve"> </w:t>
      </w:r>
      <w:r w:rsidRPr="00E87DE2">
        <w:rPr>
          <w:color w:val="000000"/>
        </w:rPr>
        <w:t>по передаваемому земельному участку не имеется.</w:t>
      </w:r>
    </w:p>
    <w:p w:rsidR="00B26614" w:rsidRPr="00E87DE2" w:rsidRDefault="00B26614" w:rsidP="00B26614">
      <w:pPr>
        <w:ind w:firstLine="708"/>
        <w:jc w:val="both"/>
        <w:rPr>
          <w:color w:val="000000"/>
        </w:rPr>
      </w:pPr>
      <w:r w:rsidRPr="00E87DE2">
        <w:rPr>
          <w:color w:val="000000"/>
        </w:rPr>
        <w:t xml:space="preserve">4. Акт составлен в трех экземплярах, имеющих равную юридическую силу, из них один передается </w:t>
      </w:r>
      <w:r w:rsidR="00D21659" w:rsidRPr="00E87DE2">
        <w:rPr>
          <w:color w:val="000000"/>
        </w:rPr>
        <w:t xml:space="preserve"> </w:t>
      </w:r>
      <w:bookmarkStart w:id="114" w:name="Bookmark23"/>
      <w:r w:rsidR="00D83157">
        <w:rPr>
          <w:color w:val="000000"/>
        </w:rPr>
        <w:t>Управлению</w:t>
      </w:r>
      <w:bookmarkEnd w:id="114"/>
      <w:r w:rsidRPr="00E87DE2">
        <w:rPr>
          <w:color w:val="000000"/>
        </w:rPr>
        <w:t xml:space="preserve">, два – </w:t>
      </w:r>
      <w:r w:rsidR="00533F4B" w:rsidRPr="00E87DE2">
        <w:rPr>
          <w:color w:val="000000"/>
        </w:rPr>
        <w:t>Приобретател</w:t>
      </w:r>
      <w:r w:rsidRPr="00E87DE2">
        <w:rPr>
          <w:color w:val="000000"/>
        </w:rPr>
        <w:t>ю.</w:t>
      </w:r>
    </w:p>
    <w:p w:rsidR="00B26614" w:rsidRPr="00E87DE2" w:rsidRDefault="00B26614" w:rsidP="00B26614">
      <w:pPr>
        <w:ind w:firstLine="708"/>
        <w:jc w:val="both"/>
        <w:rPr>
          <w:color w:val="000000"/>
        </w:rPr>
      </w:pPr>
      <w:r w:rsidRPr="00E87DE2">
        <w:rPr>
          <w:color w:val="000000"/>
        </w:rPr>
        <w:t>5. Подписи сторон:</w:t>
      </w:r>
    </w:p>
    <w:p w:rsidR="00B26614" w:rsidRPr="00E87DE2" w:rsidRDefault="00B26614" w:rsidP="00B26614">
      <w:pPr>
        <w:jc w:val="both"/>
        <w:rPr>
          <w:color w:val="000000"/>
          <w:lang w:val="en-US"/>
        </w:rPr>
      </w:pPr>
    </w:p>
    <w:p w:rsidR="00B26614" w:rsidRPr="00E87DE2" w:rsidRDefault="00B26614" w:rsidP="00B26614">
      <w:pPr>
        <w:jc w:val="both"/>
        <w:rPr>
          <w:color w:val="000000"/>
          <w:lang w:val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1"/>
        <w:gridCol w:w="607"/>
        <w:gridCol w:w="4779"/>
      </w:tblGrid>
      <w:tr w:rsidR="00B26614" w:rsidRPr="00E87DE2" w:rsidTr="007232C1">
        <w:tc>
          <w:tcPr>
            <w:tcW w:w="4361" w:type="dxa"/>
          </w:tcPr>
          <w:p w:rsidR="00B26614" w:rsidRPr="00E87DE2" w:rsidRDefault="00D83157" w:rsidP="00501A0C">
            <w:pPr>
              <w:jc w:val="center"/>
              <w:rPr>
                <w:b/>
                <w:lang w:val="en-US"/>
              </w:rPr>
            </w:pPr>
            <w:bookmarkStart w:id="115" w:name="Bookmark20"/>
            <w:r>
              <w:rPr>
                <w:b/>
                <w:lang w:val="en-US"/>
              </w:rPr>
              <w:t>Управление</w:t>
            </w:r>
            <w:bookmarkEnd w:id="115"/>
          </w:p>
        </w:tc>
        <w:tc>
          <w:tcPr>
            <w:tcW w:w="607" w:type="dxa"/>
          </w:tcPr>
          <w:p w:rsidR="00B26614" w:rsidRPr="00E87DE2" w:rsidRDefault="00B26614" w:rsidP="00501A0C">
            <w:pPr>
              <w:jc w:val="center"/>
              <w:rPr>
                <w:b/>
              </w:rPr>
            </w:pPr>
          </w:p>
        </w:tc>
        <w:tc>
          <w:tcPr>
            <w:tcW w:w="4779" w:type="dxa"/>
          </w:tcPr>
          <w:p w:rsidR="00B26614" w:rsidRPr="00E87DE2" w:rsidRDefault="00533F4B" w:rsidP="00501A0C">
            <w:pPr>
              <w:jc w:val="center"/>
              <w:rPr>
                <w:b/>
              </w:rPr>
            </w:pPr>
            <w:r w:rsidRPr="00E87DE2">
              <w:rPr>
                <w:b/>
              </w:rPr>
              <w:t>Приобретатель</w:t>
            </w:r>
          </w:p>
        </w:tc>
      </w:tr>
      <w:tr w:rsidR="00B26614" w:rsidRPr="00E87DE2" w:rsidTr="007232C1">
        <w:trPr>
          <w:trHeight w:val="2490"/>
        </w:trPr>
        <w:tc>
          <w:tcPr>
            <w:tcW w:w="4361" w:type="dxa"/>
          </w:tcPr>
          <w:p w:rsidR="005B4770" w:rsidRPr="00D83157" w:rsidRDefault="00D83157" w:rsidP="005B4770">
            <w:pPr>
              <w:rPr>
                <w:b/>
              </w:rPr>
            </w:pPr>
            <w:bookmarkStart w:id="116" w:name="Bookmark10"/>
            <w:r w:rsidRPr="00D83157">
              <w:rPr>
                <w:b/>
              </w:rPr>
              <w:t>Управление земельных и имущественных отношений Администрации городского округа город Уфа Республики Башкортостан</w:t>
            </w:r>
            <w:bookmarkEnd w:id="116"/>
          </w:p>
          <w:p w:rsidR="005B4770" w:rsidRPr="00D83157" w:rsidRDefault="00D83157" w:rsidP="005B4770">
            <w:pPr>
              <w:rPr>
                <w:b/>
              </w:rPr>
            </w:pPr>
            <w:bookmarkStart w:id="117" w:name="Bookmark11"/>
            <w:r w:rsidRPr="00D83157">
              <w:rPr>
                <w:b/>
              </w:rPr>
              <w:t>Заместитель начальника Управления</w:t>
            </w:r>
            <w:bookmarkEnd w:id="117"/>
          </w:p>
          <w:p w:rsidR="005B4770" w:rsidRPr="00E87DE2" w:rsidRDefault="005B4770" w:rsidP="00501A0C">
            <w:pPr>
              <w:jc w:val="both"/>
              <w:rPr>
                <w:b/>
                <w:highlight w:val="yellow"/>
              </w:rPr>
            </w:pPr>
          </w:p>
          <w:p w:rsidR="005B4770" w:rsidRPr="00E87DE2" w:rsidRDefault="005B4770" w:rsidP="00501A0C">
            <w:pPr>
              <w:jc w:val="both"/>
              <w:rPr>
                <w:b/>
              </w:rPr>
            </w:pPr>
            <w:r w:rsidRPr="00E87DE2">
              <w:rPr>
                <w:b/>
              </w:rPr>
              <w:t>____</w:t>
            </w:r>
            <w:r w:rsidR="006468B4">
              <w:rPr>
                <w:b/>
              </w:rPr>
              <w:t>_______</w:t>
            </w:r>
            <w:r w:rsidRPr="00E87DE2">
              <w:rPr>
                <w:b/>
              </w:rPr>
              <w:t xml:space="preserve">________ </w:t>
            </w:r>
            <w:bookmarkStart w:id="118" w:name="Bookmark12"/>
            <w:r w:rsidR="00D83157">
              <w:rPr>
                <w:b/>
              </w:rPr>
              <w:t>Э.Ш. Сардаров</w:t>
            </w:r>
            <w:bookmarkEnd w:id="118"/>
          </w:p>
          <w:p w:rsidR="00B26614" w:rsidRPr="00E87DE2" w:rsidRDefault="007232C1" w:rsidP="00501A0C">
            <w:pPr>
              <w:jc w:val="both"/>
              <w:rPr>
                <w:b/>
              </w:rPr>
            </w:pPr>
            <w:r w:rsidRPr="00E87DE2">
              <w:t>М.П.</w:t>
            </w:r>
          </w:p>
        </w:tc>
        <w:tc>
          <w:tcPr>
            <w:tcW w:w="607" w:type="dxa"/>
          </w:tcPr>
          <w:p w:rsidR="00B26614" w:rsidRPr="00E87DE2" w:rsidRDefault="00B26614" w:rsidP="00501A0C">
            <w:pPr>
              <w:jc w:val="both"/>
              <w:rPr>
                <w:b/>
              </w:rPr>
            </w:pPr>
          </w:p>
        </w:tc>
        <w:tc>
          <w:tcPr>
            <w:tcW w:w="4779" w:type="dxa"/>
          </w:tcPr>
          <w:p w:rsidR="007232C1" w:rsidRDefault="007232C1" w:rsidP="007232C1">
            <w:pPr>
              <w:rPr>
                <w:b/>
              </w:rPr>
            </w:pPr>
            <w:bookmarkStart w:id="119" w:name="Signers2"/>
          </w:p>
          <w:p w:rsidR="00D83157" w:rsidRPr="00D83157" w:rsidRDefault="00D83157" w:rsidP="007232C1">
            <w:pPr>
              <w:ind w:left="419"/>
              <w:rPr>
                <w:b/>
              </w:rPr>
            </w:pPr>
            <w:r w:rsidRPr="00D83157">
              <w:rPr>
                <w:b/>
              </w:rPr>
              <w:t>ПАО "Башинформсвяз</w:t>
            </w:r>
            <w:r w:rsidR="007232C1">
              <w:rPr>
                <w:b/>
              </w:rPr>
              <w:t xml:space="preserve">ь"  Генеральный директор </w:t>
            </w:r>
            <w:r w:rsidR="00A958BA">
              <w:rPr>
                <w:b/>
              </w:rPr>
              <w:t xml:space="preserve"> Долгоаршинных М.Г.</w:t>
            </w:r>
          </w:p>
          <w:p w:rsidR="00D83157" w:rsidRPr="00D83157" w:rsidRDefault="00D83157" w:rsidP="007232C1">
            <w:pPr>
              <w:ind w:left="419"/>
              <w:rPr>
                <w:b/>
              </w:rPr>
            </w:pPr>
          </w:p>
          <w:p w:rsidR="00A958BA" w:rsidRPr="00D83157" w:rsidRDefault="00D83157" w:rsidP="00A958BA">
            <w:pPr>
              <w:ind w:left="419"/>
              <w:rPr>
                <w:b/>
              </w:rPr>
            </w:pPr>
            <w:r w:rsidRPr="007232C1">
              <w:rPr>
                <w:b/>
              </w:rPr>
              <w:t xml:space="preserve">____________  </w:t>
            </w:r>
            <w:r w:rsidR="00A958BA">
              <w:rPr>
                <w:b/>
              </w:rPr>
              <w:t xml:space="preserve"> Долгоаршинных М.Г.</w:t>
            </w:r>
          </w:p>
          <w:p w:rsidR="00A958BA" w:rsidRPr="007232C1" w:rsidRDefault="00A958BA" w:rsidP="00A958BA">
            <w:pPr>
              <w:ind w:left="419"/>
              <w:jc w:val="both"/>
              <w:rPr>
                <w:b/>
              </w:rPr>
            </w:pPr>
            <w:r w:rsidRPr="00E87DE2">
              <w:t>М.П.</w:t>
            </w:r>
          </w:p>
          <w:p w:rsidR="00D83157" w:rsidRPr="007232C1" w:rsidRDefault="00D83157" w:rsidP="007232C1">
            <w:pPr>
              <w:ind w:left="419"/>
              <w:rPr>
                <w:b/>
              </w:rPr>
            </w:pPr>
          </w:p>
          <w:p w:rsidR="00D83157" w:rsidRPr="007232C1" w:rsidRDefault="00D83157" w:rsidP="007232C1">
            <w:pPr>
              <w:ind w:left="419"/>
              <w:jc w:val="both"/>
              <w:rPr>
                <w:b/>
              </w:rPr>
            </w:pPr>
          </w:p>
          <w:bookmarkEnd w:id="119"/>
          <w:p w:rsidR="00B26614" w:rsidRPr="007232C1" w:rsidRDefault="00B26614" w:rsidP="00501A0C">
            <w:pPr>
              <w:jc w:val="both"/>
              <w:rPr>
                <w:b/>
              </w:rPr>
            </w:pPr>
          </w:p>
          <w:p w:rsidR="00B26614" w:rsidRPr="007232C1" w:rsidRDefault="00B26614" w:rsidP="00501A0C">
            <w:pPr>
              <w:jc w:val="both"/>
              <w:rPr>
                <w:b/>
              </w:rPr>
            </w:pPr>
          </w:p>
        </w:tc>
      </w:tr>
      <w:tr w:rsidR="00B26614" w:rsidRPr="00E87DE2" w:rsidTr="007232C1">
        <w:trPr>
          <w:trHeight w:val="619"/>
        </w:trPr>
        <w:tc>
          <w:tcPr>
            <w:tcW w:w="4361" w:type="dxa"/>
          </w:tcPr>
          <w:p w:rsidR="00B26614" w:rsidRPr="007232C1" w:rsidRDefault="00B26614" w:rsidP="00501A0C">
            <w:pPr>
              <w:jc w:val="right"/>
            </w:pPr>
          </w:p>
          <w:p w:rsidR="00B26614" w:rsidRPr="003F18F9" w:rsidRDefault="00B26614" w:rsidP="00501A0C">
            <w:pPr>
              <w:jc w:val="right"/>
              <w:rPr>
                <w:highlight w:val="yellow"/>
              </w:rPr>
            </w:pPr>
          </w:p>
        </w:tc>
        <w:tc>
          <w:tcPr>
            <w:tcW w:w="607" w:type="dxa"/>
          </w:tcPr>
          <w:p w:rsidR="00B26614" w:rsidRPr="00E87DE2" w:rsidRDefault="00B26614" w:rsidP="00501A0C">
            <w:pPr>
              <w:jc w:val="right"/>
              <w:rPr>
                <w:highlight w:val="yellow"/>
              </w:rPr>
            </w:pPr>
          </w:p>
        </w:tc>
        <w:tc>
          <w:tcPr>
            <w:tcW w:w="4779" w:type="dxa"/>
          </w:tcPr>
          <w:p w:rsidR="00B26614" w:rsidRPr="003F18F9" w:rsidRDefault="00B26614" w:rsidP="00501A0C">
            <w:pPr>
              <w:jc w:val="right"/>
            </w:pPr>
          </w:p>
          <w:p w:rsidR="00B26614" w:rsidRPr="00E87DE2" w:rsidRDefault="00B26614" w:rsidP="00501A0C">
            <w:pPr>
              <w:jc w:val="right"/>
            </w:pPr>
          </w:p>
        </w:tc>
      </w:tr>
    </w:tbl>
    <w:p w:rsidR="00B26614" w:rsidRPr="003F18F9" w:rsidRDefault="00B26614" w:rsidP="00B26614">
      <w:pPr>
        <w:jc w:val="both"/>
        <w:rPr>
          <w:color w:val="000000"/>
        </w:rPr>
      </w:pPr>
    </w:p>
    <w:p w:rsidR="007829A5" w:rsidRPr="00E87DE2" w:rsidRDefault="007829A5" w:rsidP="00663B9B"/>
    <w:sectPr w:rsidR="007829A5" w:rsidRPr="00E87DE2" w:rsidSect="00C24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B68" w:rsidRDefault="00E83B68" w:rsidP="001B61FA">
      <w:r>
        <w:separator/>
      </w:r>
    </w:p>
  </w:endnote>
  <w:endnote w:type="continuationSeparator" w:id="0">
    <w:p w:rsidR="00E83B68" w:rsidRDefault="00E83B68" w:rsidP="001B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B68" w:rsidRDefault="00E83B68" w:rsidP="001B61FA">
      <w:r>
        <w:separator/>
      </w:r>
    </w:p>
  </w:footnote>
  <w:footnote w:type="continuationSeparator" w:id="0">
    <w:p w:rsidR="00E83B68" w:rsidRDefault="00E83B68" w:rsidP="001B61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F399C"/>
    <w:multiLevelType w:val="hybridMultilevel"/>
    <w:tmpl w:val="CFB27662"/>
    <w:lvl w:ilvl="0" w:tplc="301CFFD4">
      <w:start w:val="1"/>
      <w:numFmt w:val="decimal"/>
      <w:lvlText w:val="5.%1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2C1"/>
    <w:rsid w:val="000320F5"/>
    <w:rsid w:val="0005045F"/>
    <w:rsid w:val="00061D30"/>
    <w:rsid w:val="000A7110"/>
    <w:rsid w:val="00102A2B"/>
    <w:rsid w:val="00117125"/>
    <w:rsid w:val="00142DD7"/>
    <w:rsid w:val="001A7846"/>
    <w:rsid w:val="001B61FA"/>
    <w:rsid w:val="001D4ABC"/>
    <w:rsid w:val="001E3716"/>
    <w:rsid w:val="00200106"/>
    <w:rsid w:val="00204502"/>
    <w:rsid w:val="00204FEB"/>
    <w:rsid w:val="00206B25"/>
    <w:rsid w:val="00230B35"/>
    <w:rsid w:val="00297C7B"/>
    <w:rsid w:val="002B57BE"/>
    <w:rsid w:val="002C10EF"/>
    <w:rsid w:val="002C4DA6"/>
    <w:rsid w:val="0032496B"/>
    <w:rsid w:val="00327ABC"/>
    <w:rsid w:val="00342A41"/>
    <w:rsid w:val="00351378"/>
    <w:rsid w:val="00383BE3"/>
    <w:rsid w:val="00383D4E"/>
    <w:rsid w:val="003A0BEB"/>
    <w:rsid w:val="003A3C77"/>
    <w:rsid w:val="003D051C"/>
    <w:rsid w:val="003F18F9"/>
    <w:rsid w:val="003F26F4"/>
    <w:rsid w:val="00453C67"/>
    <w:rsid w:val="00454A06"/>
    <w:rsid w:val="00472581"/>
    <w:rsid w:val="00483B68"/>
    <w:rsid w:val="004928E2"/>
    <w:rsid w:val="004957AD"/>
    <w:rsid w:val="004B2276"/>
    <w:rsid w:val="004F2261"/>
    <w:rsid w:val="00501A0C"/>
    <w:rsid w:val="00512FAE"/>
    <w:rsid w:val="00533262"/>
    <w:rsid w:val="00533F4B"/>
    <w:rsid w:val="005405BD"/>
    <w:rsid w:val="00574F07"/>
    <w:rsid w:val="0058325D"/>
    <w:rsid w:val="005A7D09"/>
    <w:rsid w:val="005B0935"/>
    <w:rsid w:val="005B20D6"/>
    <w:rsid w:val="005B4770"/>
    <w:rsid w:val="00607332"/>
    <w:rsid w:val="006468B4"/>
    <w:rsid w:val="00663B9B"/>
    <w:rsid w:val="00681729"/>
    <w:rsid w:val="00686E02"/>
    <w:rsid w:val="006D7D47"/>
    <w:rsid w:val="006F385E"/>
    <w:rsid w:val="00700E60"/>
    <w:rsid w:val="007232C1"/>
    <w:rsid w:val="0073636A"/>
    <w:rsid w:val="007668A3"/>
    <w:rsid w:val="00775121"/>
    <w:rsid w:val="007829A5"/>
    <w:rsid w:val="007C0B44"/>
    <w:rsid w:val="007D54BB"/>
    <w:rsid w:val="007F00F6"/>
    <w:rsid w:val="0081421D"/>
    <w:rsid w:val="00823694"/>
    <w:rsid w:val="00882CCD"/>
    <w:rsid w:val="008D519A"/>
    <w:rsid w:val="008E4CC0"/>
    <w:rsid w:val="008E675B"/>
    <w:rsid w:val="00940A32"/>
    <w:rsid w:val="00951E64"/>
    <w:rsid w:val="00987C55"/>
    <w:rsid w:val="009E1C71"/>
    <w:rsid w:val="00A108C1"/>
    <w:rsid w:val="00A15B50"/>
    <w:rsid w:val="00A94E3E"/>
    <w:rsid w:val="00A958BA"/>
    <w:rsid w:val="00AB6ECE"/>
    <w:rsid w:val="00AC4388"/>
    <w:rsid w:val="00AD1B55"/>
    <w:rsid w:val="00AD74B8"/>
    <w:rsid w:val="00AF2887"/>
    <w:rsid w:val="00AF4440"/>
    <w:rsid w:val="00B04C12"/>
    <w:rsid w:val="00B15F76"/>
    <w:rsid w:val="00B15FFE"/>
    <w:rsid w:val="00B26614"/>
    <w:rsid w:val="00B31CF6"/>
    <w:rsid w:val="00B94359"/>
    <w:rsid w:val="00BC427D"/>
    <w:rsid w:val="00BE49A9"/>
    <w:rsid w:val="00C06383"/>
    <w:rsid w:val="00C23DB8"/>
    <w:rsid w:val="00C24963"/>
    <w:rsid w:val="00C30941"/>
    <w:rsid w:val="00C44EA6"/>
    <w:rsid w:val="00C5185C"/>
    <w:rsid w:val="00C5264C"/>
    <w:rsid w:val="00C53129"/>
    <w:rsid w:val="00C841A7"/>
    <w:rsid w:val="00C86E6C"/>
    <w:rsid w:val="00C950E5"/>
    <w:rsid w:val="00CA356F"/>
    <w:rsid w:val="00CA6D30"/>
    <w:rsid w:val="00CD08C2"/>
    <w:rsid w:val="00CD504D"/>
    <w:rsid w:val="00D10893"/>
    <w:rsid w:val="00D21659"/>
    <w:rsid w:val="00D34750"/>
    <w:rsid w:val="00D4588D"/>
    <w:rsid w:val="00D76F43"/>
    <w:rsid w:val="00D83157"/>
    <w:rsid w:val="00D917C6"/>
    <w:rsid w:val="00D91A25"/>
    <w:rsid w:val="00DA55EB"/>
    <w:rsid w:val="00DD0E07"/>
    <w:rsid w:val="00DD34CE"/>
    <w:rsid w:val="00DF16AE"/>
    <w:rsid w:val="00E2303F"/>
    <w:rsid w:val="00E301D5"/>
    <w:rsid w:val="00E330C1"/>
    <w:rsid w:val="00E45D69"/>
    <w:rsid w:val="00E67278"/>
    <w:rsid w:val="00E67665"/>
    <w:rsid w:val="00E80500"/>
    <w:rsid w:val="00E83B68"/>
    <w:rsid w:val="00E87DE2"/>
    <w:rsid w:val="00EA0E01"/>
    <w:rsid w:val="00EC118B"/>
    <w:rsid w:val="00F05CD7"/>
    <w:rsid w:val="00F261BC"/>
    <w:rsid w:val="00F319A4"/>
    <w:rsid w:val="00F54B78"/>
    <w:rsid w:val="00F62594"/>
    <w:rsid w:val="00F6419B"/>
    <w:rsid w:val="00FA0E77"/>
    <w:rsid w:val="00FA2E0F"/>
    <w:rsid w:val="00FE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89ADE37-9340-4796-8797-B160E367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6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266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Табличный"/>
    <w:basedOn w:val="a4"/>
    <w:rsid w:val="00B26614"/>
    <w:pPr>
      <w:widowControl w:val="0"/>
      <w:adjustRightInd w:val="0"/>
      <w:snapToGrid w:val="0"/>
      <w:spacing w:after="0" w:line="240" w:lineRule="atLeast"/>
    </w:pPr>
    <w:rPr>
      <w:rFonts w:ascii="Arial" w:hAnsi="Arial"/>
      <w:sz w:val="20"/>
      <w:szCs w:val="20"/>
      <w:lang w:eastAsia="en-US"/>
    </w:rPr>
  </w:style>
  <w:style w:type="table" w:styleId="a5">
    <w:name w:val="Table Grid"/>
    <w:basedOn w:val="a1"/>
    <w:rsid w:val="00B26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B26614"/>
    <w:pPr>
      <w:spacing w:after="120"/>
    </w:pPr>
  </w:style>
  <w:style w:type="paragraph" w:styleId="a6">
    <w:name w:val="endnote text"/>
    <w:basedOn w:val="a"/>
    <w:link w:val="a7"/>
    <w:rsid w:val="001B61FA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1B61FA"/>
  </w:style>
  <w:style w:type="character" w:styleId="a8">
    <w:name w:val="endnote reference"/>
    <w:rsid w:val="001B61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9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inmeta_cache\http___oko_estate_gen_docs_LandContractPurchaseSale\templ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5D92-424E-4852-9C4B-AA0747A4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10</Pages>
  <Words>1457</Words>
  <Characters>11173</Characters>
  <Application>Microsoft Office Word</Application>
  <DocSecurity>4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</dc:creator>
  <cp:lastModifiedBy>Резяпова Адэля Геннадьевна</cp:lastModifiedBy>
  <cp:revision>2</cp:revision>
  <cp:lastPrinted>2016-01-22T11:53:00Z</cp:lastPrinted>
  <dcterms:created xsi:type="dcterms:W3CDTF">2016-03-30T08:59:00Z</dcterms:created>
  <dcterms:modified xsi:type="dcterms:W3CDTF">2016-03-30T08:59:00Z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URL">
    <vt:lpwstr>http://localhost/estate</vt:lpwstr>
  </property>
  <property fmtid="{D5CDD505-2E9C-101B-9397-08002B2CF9AE}" pid="3" name="Folder">
    <vt:lpwstr>LandContractPurchaseSale</vt:lpwstr>
  </property>
  <property fmtid="{D5CDD505-2E9C-101B-9397-08002B2CF9AE}" pid="4" name="DocCaption">
    <vt:lpwstr>Договор купли-продажи.doc</vt:lpwstr>
  </property>
  <property fmtid="{D5CDD505-2E9C-101B-9397-08002B2CF9AE}" pid="5" name="id">
    <vt:lpwstr>000F625C0B8D</vt:lpwstr>
  </property>
  <property fmtid="{D5CDD505-2E9C-101B-9397-08002B2CF9AE}" pid="6" name="class">
    <vt:lpwstr>Land/PurchaseSaleProcess</vt:lpwstr>
  </property>
  <property fmtid="{D5CDD505-2E9C-101B-9397-08002B2CF9AE}" pid="7" name="ServerUrl">
    <vt:lpwstr>http://oko/estate</vt:lpwstr>
  </property>
</Properties>
</file>